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Theme="minorEastAsia"/>
        </w:rPr>
      </w:pPr>
      <w:r>
        <mc:AlternateContent>
          <mc:Choice Requires="wps">
            <w:drawing>
              <wp:anchor distT="0" distB="0" distL="114300" distR="114300" simplePos="0" relativeHeight="251987968" behindDoc="0" locked="0" layoutInCell="1" allowOverlap="1">
                <wp:simplePos x="0" y="0"/>
                <wp:positionH relativeFrom="column">
                  <wp:posOffset>1073785</wp:posOffset>
                </wp:positionH>
                <wp:positionV relativeFrom="paragraph">
                  <wp:posOffset>8181340</wp:posOffset>
                </wp:positionV>
                <wp:extent cx="161290" cy="166370"/>
                <wp:effectExtent l="0" t="0" r="10160" b="5080"/>
                <wp:wrapNone/>
                <wp:docPr id="363" name="搜索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" cy="166370"/>
                        </a:xfrm>
                        <a:custGeom>
                          <a:avLst/>
                          <a:gdLst>
                            <a:gd name="connsiteX0" fmla="*/ 150612 w 405200"/>
                            <a:gd name="connsiteY0" fmla="*/ 52389 h 413075"/>
                            <a:gd name="connsiteX1" fmla="*/ 52389 w 405200"/>
                            <a:gd name="connsiteY1" fmla="*/ 150612 h 413075"/>
                            <a:gd name="connsiteX2" fmla="*/ 150612 w 405200"/>
                            <a:gd name="connsiteY2" fmla="*/ 248836 h 413075"/>
                            <a:gd name="connsiteX3" fmla="*/ 248836 w 405200"/>
                            <a:gd name="connsiteY3" fmla="*/ 150612 h 413075"/>
                            <a:gd name="connsiteX4" fmla="*/ 150612 w 405200"/>
                            <a:gd name="connsiteY4" fmla="*/ 52389 h 413075"/>
                            <a:gd name="connsiteX5" fmla="*/ 150612 w 405200"/>
                            <a:gd name="connsiteY5" fmla="*/ 0 h 413075"/>
                            <a:gd name="connsiteX6" fmla="*/ 301225 w 405200"/>
                            <a:gd name="connsiteY6" fmla="*/ 150612 h 413075"/>
                            <a:gd name="connsiteX7" fmla="*/ 276789 w 405200"/>
                            <a:gd name="connsiteY7" fmla="*/ 232452 h 413075"/>
                            <a:gd name="connsiteX8" fmla="*/ 279486 w 405200"/>
                            <a:gd name="connsiteY8" fmla="*/ 234307 h 413075"/>
                            <a:gd name="connsiteX9" fmla="*/ 395404 w 405200"/>
                            <a:gd name="connsiteY9" fmla="*/ 354065 h 413075"/>
                            <a:gd name="connsiteX10" fmla="*/ 394603 w 405200"/>
                            <a:gd name="connsiteY10" fmla="*/ 403280 h 413075"/>
                            <a:gd name="connsiteX11" fmla="*/ 345389 w 405200"/>
                            <a:gd name="connsiteY11" fmla="*/ 402478 h 413075"/>
                            <a:gd name="connsiteX12" fmla="*/ 229470 w 405200"/>
                            <a:gd name="connsiteY12" fmla="*/ 282720 h 413075"/>
                            <a:gd name="connsiteX13" fmla="*/ 227420 w 405200"/>
                            <a:gd name="connsiteY13" fmla="*/ 279520 h 413075"/>
                            <a:gd name="connsiteX14" fmla="*/ 150612 w 405200"/>
                            <a:gd name="connsiteY14" fmla="*/ 301225 h 413075"/>
                            <a:gd name="connsiteX15" fmla="*/ 0 w 405200"/>
                            <a:gd name="connsiteY15" fmla="*/ 150612 h 413075"/>
                            <a:gd name="connsiteX16" fmla="*/ 150612 w 405200"/>
                            <a:gd name="connsiteY16" fmla="*/ 0 h 4130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405200" h="413075">
                              <a:moveTo>
                                <a:pt x="150612" y="52389"/>
                              </a:moveTo>
                              <a:cubicBezTo>
                                <a:pt x="96365" y="52389"/>
                                <a:pt x="52389" y="96365"/>
                                <a:pt x="52389" y="150612"/>
                              </a:cubicBezTo>
                              <a:cubicBezTo>
                                <a:pt x="52389" y="204860"/>
                                <a:pt x="96365" y="248836"/>
                                <a:pt x="150612" y="248836"/>
                              </a:cubicBezTo>
                              <a:cubicBezTo>
                                <a:pt x="204860" y="248836"/>
                                <a:pt x="248836" y="204860"/>
                                <a:pt x="248836" y="150612"/>
                              </a:cubicBezTo>
                              <a:cubicBezTo>
                                <a:pt x="248836" y="96365"/>
                                <a:pt x="204860" y="52389"/>
                                <a:pt x="150612" y="52389"/>
                              </a:cubicBezTo>
                              <a:close/>
                              <a:moveTo>
                                <a:pt x="150612" y="0"/>
                              </a:moveTo>
                              <a:cubicBezTo>
                                <a:pt x="233793" y="0"/>
                                <a:pt x="301225" y="67431"/>
                                <a:pt x="301225" y="150612"/>
                              </a:cubicBezTo>
                              <a:cubicBezTo>
                                <a:pt x="301225" y="180842"/>
                                <a:pt x="292319" y="208992"/>
                                <a:pt x="276789" y="232452"/>
                              </a:cubicBezTo>
                              <a:cubicBezTo>
                                <a:pt x="277931" y="232774"/>
                                <a:pt x="278722" y="233519"/>
                                <a:pt x="279486" y="234307"/>
                              </a:cubicBezTo>
                              <a:lnTo>
                                <a:pt x="395404" y="354065"/>
                              </a:lnTo>
                              <a:cubicBezTo>
                                <a:pt x="408773" y="367877"/>
                                <a:pt x="408414" y="389911"/>
                                <a:pt x="394603" y="403280"/>
                              </a:cubicBezTo>
                              <a:cubicBezTo>
                                <a:pt x="380791" y="416648"/>
                                <a:pt x="358757" y="416289"/>
                                <a:pt x="345389" y="402478"/>
                              </a:cubicBezTo>
                              <a:lnTo>
                                <a:pt x="229470" y="282720"/>
                              </a:lnTo>
                              <a:lnTo>
                                <a:pt x="227420" y="279520"/>
                              </a:lnTo>
                              <a:cubicBezTo>
                                <a:pt x="205163" y="293486"/>
                                <a:pt x="178791" y="301225"/>
                                <a:pt x="150612" y="301225"/>
                              </a:cubicBezTo>
                              <a:cubicBezTo>
                                <a:pt x="67431" y="301225"/>
                                <a:pt x="0" y="233793"/>
                                <a:pt x="0" y="150612"/>
                              </a:cubicBezTo>
                              <a:cubicBezTo>
                                <a:pt x="0" y="67431"/>
                                <a:pt x="67431" y="0"/>
                                <a:pt x="15061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DB27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搜索" o:spid="_x0000_s1026" o:spt="100" style="position:absolute;left:0pt;margin-left:84.55pt;margin-top:644.2pt;height:13.1pt;width:12.7pt;z-index:251987968;v-text-anchor:middle;mso-width-relative:page;mso-height-relative:page;" fillcolor="#7DB27D" filled="t" stroked="f" coordsize="405200,413075" o:gfxdata="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" path="m150612,52389c96365,52389,52389,96365,52389,150612c52389,204860,96365,248836,150612,248836c204860,248836,248836,204860,248836,150612c248836,96365,204860,52389,150612,52389xm150612,0c233793,0,301225,67431,301225,150612c301225,180842,292319,208992,276789,232452c277931,232774,278722,233519,279486,234307l395404,354065c408773,367877,408414,389911,394603,403280c380791,416648,358757,416289,345389,402478l229470,282720,227420,279520c205163,293486,178791,301225,150612,301225c67431,301225,0,233793,0,150612c0,67431,67431,0,150612,0xe">
                <v:path o:connectlocs="59951,21100;20853,60660;59951,100221;99049,60660;59951,21100;59951,0;119902,60660;110175,93622;111249,94369;157390,142603;157071,162424;137482,162101;91340,113868;90524,112579;59951,121321;0,60660;59951,0" o:connectangles="0,0,0,0,0,0,0,0,0,0,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86944" behindDoc="0" locked="0" layoutInCell="1" allowOverlap="1">
                <wp:simplePos x="0" y="0"/>
                <wp:positionH relativeFrom="column">
                  <wp:posOffset>1066165</wp:posOffset>
                </wp:positionH>
                <wp:positionV relativeFrom="paragraph">
                  <wp:posOffset>7802880</wp:posOffset>
                </wp:positionV>
                <wp:extent cx="176530" cy="126365"/>
                <wp:effectExtent l="0" t="0" r="13970" b="6985"/>
                <wp:wrapNone/>
                <wp:docPr id="14" name="信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" cy="126365"/>
                        </a:xfrm>
                        <a:custGeom>
                          <a:avLst/>
                          <a:gdLst>
                            <a:gd name="connsiteX0" fmla="*/ 367281 w 529316"/>
                            <a:gd name="connsiteY0" fmla="*/ 196274 h 401026"/>
                            <a:gd name="connsiteX1" fmla="*/ 355293 w 529316"/>
                            <a:gd name="connsiteY1" fmla="*/ 208263 h 401026"/>
                            <a:gd name="connsiteX2" fmla="*/ 465090 w 529316"/>
                            <a:gd name="connsiteY2" fmla="*/ 318060 h 401026"/>
                            <a:gd name="connsiteX3" fmla="*/ 466739 w 529316"/>
                            <a:gd name="connsiteY3" fmla="*/ 320716 h 401026"/>
                            <a:gd name="connsiteX4" fmla="*/ 491723 w 529316"/>
                            <a:gd name="connsiteY4" fmla="*/ 320716 h 401026"/>
                            <a:gd name="connsiteX5" fmla="*/ 162035 w 529316"/>
                            <a:gd name="connsiteY5" fmla="*/ 196274 h 401026"/>
                            <a:gd name="connsiteX6" fmla="*/ 37593 w 529316"/>
                            <a:gd name="connsiteY6" fmla="*/ 320716 h 401026"/>
                            <a:gd name="connsiteX7" fmla="*/ 62577 w 529316"/>
                            <a:gd name="connsiteY7" fmla="*/ 320716 h 401026"/>
                            <a:gd name="connsiteX8" fmla="*/ 64225 w 529316"/>
                            <a:gd name="connsiteY8" fmla="*/ 318061 h 401026"/>
                            <a:gd name="connsiteX9" fmla="*/ 174023 w 529316"/>
                            <a:gd name="connsiteY9" fmla="*/ 208263 h 401026"/>
                            <a:gd name="connsiteX10" fmla="*/ 46349 w 529316"/>
                            <a:gd name="connsiteY10" fmla="*/ 80311 h 401026"/>
                            <a:gd name="connsiteX11" fmla="*/ 222791 w 529316"/>
                            <a:gd name="connsiteY11" fmla="*/ 256753 h 401026"/>
                            <a:gd name="connsiteX12" fmla="*/ 263500 w 529316"/>
                            <a:gd name="connsiteY12" fmla="*/ 273616 h 401026"/>
                            <a:gd name="connsiteX13" fmla="*/ 264659 w 529316"/>
                            <a:gd name="connsiteY13" fmla="*/ 273504 h 401026"/>
                            <a:gd name="connsiteX14" fmla="*/ 306525 w 529316"/>
                            <a:gd name="connsiteY14" fmla="*/ 256753 h 401026"/>
                            <a:gd name="connsiteX15" fmla="*/ 482968 w 529316"/>
                            <a:gd name="connsiteY15" fmla="*/ 80311 h 401026"/>
                            <a:gd name="connsiteX16" fmla="*/ 458990 w 529316"/>
                            <a:gd name="connsiteY16" fmla="*/ 80311 h 401026"/>
                            <a:gd name="connsiteX17" fmla="*/ 300904 w 529316"/>
                            <a:gd name="connsiteY17" fmla="*/ 238397 h 401026"/>
                            <a:gd name="connsiteX18" fmla="*/ 264659 w 529316"/>
                            <a:gd name="connsiteY18" fmla="*/ 252899 h 401026"/>
                            <a:gd name="connsiteX19" fmla="*/ 263656 w 529316"/>
                            <a:gd name="connsiteY19" fmla="*/ 252995 h 401026"/>
                            <a:gd name="connsiteX20" fmla="*/ 228412 w 529316"/>
                            <a:gd name="connsiteY20" fmla="*/ 238397 h 401026"/>
                            <a:gd name="connsiteX21" fmla="*/ 70326 w 529316"/>
                            <a:gd name="connsiteY21" fmla="*/ 80311 h 401026"/>
                            <a:gd name="connsiteX22" fmla="*/ 92015 w 529316"/>
                            <a:gd name="connsiteY22" fmla="*/ 0 h 401026"/>
                            <a:gd name="connsiteX23" fmla="*/ 437301 w 529316"/>
                            <a:gd name="connsiteY23" fmla="*/ 0 h 401026"/>
                            <a:gd name="connsiteX24" fmla="*/ 529316 w 529316"/>
                            <a:gd name="connsiteY24" fmla="*/ 92015 h 401026"/>
                            <a:gd name="connsiteX25" fmla="*/ 529316 w 529316"/>
                            <a:gd name="connsiteY25" fmla="*/ 309011 h 401026"/>
                            <a:gd name="connsiteX26" fmla="*/ 437301 w 529316"/>
                            <a:gd name="connsiteY26" fmla="*/ 401026 h 401026"/>
                            <a:gd name="connsiteX27" fmla="*/ 92015 w 529316"/>
                            <a:gd name="connsiteY27" fmla="*/ 401026 h 401026"/>
                            <a:gd name="connsiteX28" fmla="*/ 0 w 529316"/>
                            <a:gd name="connsiteY28" fmla="*/ 309011 h 401026"/>
                            <a:gd name="connsiteX29" fmla="*/ 0 w 529316"/>
                            <a:gd name="connsiteY29" fmla="*/ 92015 h 401026"/>
                            <a:gd name="connsiteX30" fmla="*/ 92015 w 529316"/>
                            <a:gd name="connsiteY30" fmla="*/ 0 h 4010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529316" h="401026">
                              <a:moveTo>
                                <a:pt x="367281" y="196274"/>
                              </a:moveTo>
                              <a:lnTo>
                                <a:pt x="355293" y="208263"/>
                              </a:lnTo>
                              <a:lnTo>
                                <a:pt x="465090" y="318060"/>
                              </a:lnTo>
                              <a:cubicBezTo>
                                <a:pt x="465822" y="318792"/>
                                <a:pt x="466527" y="319541"/>
                                <a:pt x="466739" y="320716"/>
                              </a:cubicBezTo>
                              <a:lnTo>
                                <a:pt x="491723" y="320716"/>
                              </a:lnTo>
                              <a:close/>
                              <a:moveTo>
                                <a:pt x="162035" y="196274"/>
                              </a:moveTo>
                              <a:lnTo>
                                <a:pt x="37593" y="320716"/>
                              </a:lnTo>
                              <a:lnTo>
                                <a:pt x="62577" y="320716"/>
                              </a:lnTo>
                              <a:lnTo>
                                <a:pt x="64225" y="318061"/>
                              </a:lnTo>
                              <a:lnTo>
                                <a:pt x="174023" y="208263"/>
                              </a:lnTo>
                              <a:close/>
                              <a:moveTo>
                                <a:pt x="46349" y="80311"/>
                              </a:moveTo>
                              <a:lnTo>
                                <a:pt x="222791" y="256753"/>
                              </a:lnTo>
                              <a:cubicBezTo>
                                <a:pt x="234032" y="267995"/>
                                <a:pt x="248767" y="273616"/>
                                <a:pt x="263500" y="273616"/>
                              </a:cubicBezTo>
                              <a:cubicBezTo>
                                <a:pt x="263887" y="273616"/>
                                <a:pt x="264274" y="273611"/>
                                <a:pt x="264659" y="273504"/>
                              </a:cubicBezTo>
                              <a:cubicBezTo>
                                <a:pt x="279774" y="273906"/>
                                <a:pt x="294989" y="268289"/>
                                <a:pt x="306525" y="256753"/>
                              </a:cubicBezTo>
                              <a:lnTo>
                                <a:pt x="482968" y="80311"/>
                              </a:lnTo>
                              <a:lnTo>
                                <a:pt x="458990" y="80311"/>
                              </a:lnTo>
                              <a:lnTo>
                                <a:pt x="300904" y="238397"/>
                              </a:lnTo>
                              <a:cubicBezTo>
                                <a:pt x="290917" y="248385"/>
                                <a:pt x="277745" y="253247"/>
                                <a:pt x="264659" y="252899"/>
                              </a:cubicBezTo>
                              <a:cubicBezTo>
                                <a:pt x="264325" y="252991"/>
                                <a:pt x="263990" y="252995"/>
                                <a:pt x="263656" y="252995"/>
                              </a:cubicBezTo>
                              <a:cubicBezTo>
                                <a:pt x="250900" y="252995"/>
                                <a:pt x="238144" y="248128"/>
                                <a:pt x="228412" y="238397"/>
                              </a:cubicBezTo>
                              <a:lnTo>
                                <a:pt x="70326" y="80311"/>
                              </a:lnTo>
                              <a:close/>
                              <a:moveTo>
                                <a:pt x="92015" y="0"/>
                              </a:moveTo>
                              <a:lnTo>
                                <a:pt x="437301" y="0"/>
                              </a:lnTo>
                              <a:cubicBezTo>
                                <a:pt x="488119" y="0"/>
                                <a:pt x="529316" y="41197"/>
                                <a:pt x="529316" y="92015"/>
                              </a:cubicBezTo>
                              <a:lnTo>
                                <a:pt x="529316" y="309011"/>
                              </a:lnTo>
                              <a:cubicBezTo>
                                <a:pt x="529316" y="359829"/>
                                <a:pt x="488119" y="401026"/>
                                <a:pt x="437301" y="401026"/>
                              </a:cubicBezTo>
                              <a:lnTo>
                                <a:pt x="92015" y="401026"/>
                              </a:lnTo>
                              <a:cubicBezTo>
                                <a:pt x="41197" y="401026"/>
                                <a:pt x="0" y="359829"/>
                                <a:pt x="0" y="309011"/>
                              </a:cubicBezTo>
                              <a:lnTo>
                                <a:pt x="0" y="92015"/>
                              </a:lnTo>
                              <a:cubicBezTo>
                                <a:pt x="0" y="41197"/>
                                <a:pt x="41197" y="0"/>
                                <a:pt x="9201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DB27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信息" o:spid="_x0000_s1026" o:spt="100" style="position:absolute;left:0pt;margin-left:83.95pt;margin-top:614.4pt;height:9.95pt;width:13.9pt;z-index:251986944;v-text-anchor:middle;mso-width-relative:page;mso-height-relative:page;" fillcolor="#7DB27D" filled="t" stroked="f" coordsize="529316,401026" o:gfxdata="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" path="m367281,196274l355293,208263,465090,318060c465822,318792,466527,319541,466739,320716l491723,320716xm162035,196274l37593,320716,62577,320716,64225,318061,174023,208263xm46349,80311l222791,256753c234032,267995,248767,273616,263500,273616c263887,273616,264274,273611,264659,273504c279774,273906,294989,268289,306525,256753l482968,80311,458990,80311,300904,238397c290917,248385,277745,253247,264659,252899c264325,252991,263990,252995,263656,252995c250900,252995,238144,248128,228412,238397l70326,80311xm92015,0l437301,0c488119,0,529316,41197,529316,92015l529316,309011c529316,359829,488119,401026,437301,401026l92015,401026c41197,401026,0,359829,0,309011l0,92015c0,41197,41197,0,92015,0xe">
                <v:path o:connectlocs="122490,61846;118492,65624;155110,100222;155660,101058;163992,101058;54039,61846;12537,101058;20869,101058;21419,100222;58037,65624;15457,25306;74302,80903;87878,86217;88265,86182;102227,80903;161072,25306;153075,25306;100353,75119;88265,79689;87930,79719;76176,75119;23454,25306;30687,0;145842,0;176530,28994;176530,97370;145842,126365;30687,126365;0,97370;0,28994;30687,0" o:connectangles="0,0,0,0,0,0,0,0,0,0,0,0,0,0,0,0,0,0,0,0,0,0,0,0,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85920" behindDoc="0" locked="0" layoutInCell="1" allowOverlap="1">
                <wp:simplePos x="0" y="0"/>
                <wp:positionH relativeFrom="column">
                  <wp:posOffset>1096010</wp:posOffset>
                </wp:positionH>
                <wp:positionV relativeFrom="paragraph">
                  <wp:posOffset>7351395</wp:posOffset>
                </wp:positionV>
                <wp:extent cx="116840" cy="215265"/>
                <wp:effectExtent l="0" t="0" r="16510" b="13335"/>
                <wp:wrapNone/>
                <wp:docPr id="17" name="手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6840" cy="215265"/>
                        </a:xfrm>
                        <a:custGeom>
                          <a:avLst/>
                          <a:gdLst>
                            <a:gd name="T0" fmla="*/ 750267 w 3056"/>
                            <a:gd name="T1" fmla="*/ 27771 h 5968"/>
                            <a:gd name="T2" fmla="*/ 691573 w 3056"/>
                            <a:gd name="T3" fmla="*/ 0 h 5968"/>
                            <a:gd name="T4" fmla="*/ 628413 w 3056"/>
                            <a:gd name="T5" fmla="*/ 33835 h 5968"/>
                            <a:gd name="T6" fmla="*/ 268272 w 3056"/>
                            <a:gd name="T7" fmla="*/ 220250 h 5968"/>
                            <a:gd name="T8" fmla="*/ 135890 w 3056"/>
                            <a:gd name="T9" fmla="*/ 260788 h 5968"/>
                            <a:gd name="T10" fmla="*/ 40831 w 3056"/>
                            <a:gd name="T11" fmla="*/ 356230 h 5968"/>
                            <a:gd name="T12" fmla="*/ 319 w 3056"/>
                            <a:gd name="T13" fmla="*/ 488380 h 5968"/>
                            <a:gd name="T14" fmla="*/ 16907 w 3056"/>
                            <a:gd name="T15" fmla="*/ 1719224 h 5968"/>
                            <a:gd name="T16" fmla="*/ 92507 w 3056"/>
                            <a:gd name="T17" fmla="*/ 1831264 h 5968"/>
                            <a:gd name="T18" fmla="*/ 212129 w 3056"/>
                            <a:gd name="T19" fmla="*/ 1896062 h 5968"/>
                            <a:gd name="T20" fmla="*/ 734637 w 3056"/>
                            <a:gd name="T21" fmla="*/ 1901808 h 5968"/>
                            <a:gd name="T22" fmla="*/ 860957 w 3056"/>
                            <a:gd name="T23" fmla="*/ 1848820 h 5968"/>
                            <a:gd name="T24" fmla="*/ 946447 w 3056"/>
                            <a:gd name="T25" fmla="*/ 1744760 h 5968"/>
                            <a:gd name="T26" fmla="*/ 974837 w 3056"/>
                            <a:gd name="T27" fmla="*/ 502744 h 5968"/>
                            <a:gd name="T28" fmla="*/ 954741 w 3056"/>
                            <a:gd name="T29" fmla="*/ 399641 h 5968"/>
                            <a:gd name="T30" fmla="*/ 893494 w 3056"/>
                            <a:gd name="T31" fmla="*/ 305796 h 5968"/>
                            <a:gd name="T32" fmla="*/ 800668 w 3056"/>
                            <a:gd name="T33" fmla="*/ 242594 h 5968"/>
                            <a:gd name="T34" fmla="*/ 193628 w 3056"/>
                            <a:gd name="T35" fmla="*/ 517427 h 5968"/>
                            <a:gd name="T36" fmla="*/ 217552 w 3056"/>
                            <a:gd name="T37" fmla="*/ 468270 h 5968"/>
                            <a:gd name="T38" fmla="*/ 260935 w 3056"/>
                            <a:gd name="T39" fmla="*/ 435711 h 5968"/>
                            <a:gd name="T40" fmla="*/ 669562 w 3056"/>
                            <a:gd name="T41" fmla="*/ 426774 h 5968"/>
                            <a:gd name="T42" fmla="*/ 723472 w 3056"/>
                            <a:gd name="T43" fmla="*/ 440819 h 5968"/>
                            <a:gd name="T44" fmla="*/ 763665 w 3056"/>
                            <a:gd name="T45" fmla="*/ 476888 h 5968"/>
                            <a:gd name="T46" fmla="*/ 782485 w 3056"/>
                            <a:gd name="T47" fmla="*/ 528918 h 5968"/>
                            <a:gd name="T48" fmla="*/ 777700 w 3056"/>
                            <a:gd name="T49" fmla="*/ 896320 h 5968"/>
                            <a:gd name="T50" fmla="*/ 749629 w 3056"/>
                            <a:gd name="T51" fmla="*/ 942924 h 5968"/>
                            <a:gd name="T52" fmla="*/ 703376 w 3056"/>
                            <a:gd name="T53" fmla="*/ 971014 h 5968"/>
                            <a:gd name="T54" fmla="*/ 293153 w 3056"/>
                            <a:gd name="T55" fmla="*/ 975483 h 5968"/>
                            <a:gd name="T56" fmla="*/ 241795 w 3056"/>
                            <a:gd name="T57" fmla="*/ 956650 h 5968"/>
                            <a:gd name="T58" fmla="*/ 205111 w 3056"/>
                            <a:gd name="T59" fmla="*/ 916749 h 5968"/>
                            <a:gd name="T60" fmla="*/ 191395 w 3056"/>
                            <a:gd name="T61" fmla="*/ 862485 h 5968"/>
                            <a:gd name="T62" fmla="*/ 227122 w 3056"/>
                            <a:gd name="T63" fmla="*/ 1163493 h 5968"/>
                            <a:gd name="T64" fmla="*/ 390445 w 3056"/>
                            <a:gd name="T65" fmla="*/ 1148490 h 5968"/>
                            <a:gd name="T66" fmla="*/ 422025 w 3056"/>
                            <a:gd name="T67" fmla="*/ 1163493 h 5968"/>
                            <a:gd name="T68" fmla="*/ 431595 w 3056"/>
                            <a:gd name="T69" fmla="*/ 1310007 h 5968"/>
                            <a:gd name="T70" fmla="*/ 409904 w 3056"/>
                            <a:gd name="T71" fmla="*/ 1341927 h 5968"/>
                            <a:gd name="T72" fmla="*/ 246580 w 3056"/>
                            <a:gd name="T73" fmla="*/ 1344800 h 5968"/>
                            <a:gd name="T74" fmla="*/ 219785 w 3056"/>
                            <a:gd name="T75" fmla="*/ 1317987 h 5968"/>
                            <a:gd name="T76" fmla="*/ 538776 w 3056"/>
                            <a:gd name="T77" fmla="*/ 1173388 h 5968"/>
                            <a:gd name="T78" fmla="*/ 568123 w 3056"/>
                            <a:gd name="T79" fmla="*/ 1149129 h 5968"/>
                            <a:gd name="T80" fmla="*/ 730809 w 3056"/>
                            <a:gd name="T81" fmla="*/ 1155513 h 5968"/>
                            <a:gd name="T82" fmla="*/ 748991 w 3056"/>
                            <a:gd name="T83" fmla="*/ 1189667 h 5968"/>
                            <a:gd name="T84" fmla="*/ 737189 w 3056"/>
                            <a:gd name="T85" fmla="*/ 1334904 h 5968"/>
                            <a:gd name="T86" fmla="*/ 576736 w 3056"/>
                            <a:gd name="T87" fmla="*/ 1346715 h 5968"/>
                            <a:gd name="T88" fmla="*/ 542923 w 3056"/>
                            <a:gd name="T89" fmla="*/ 1328840 h 5968"/>
                            <a:gd name="T90" fmla="*/ 218190 w 3056"/>
                            <a:gd name="T91" fmla="*/ 1483653 h 5968"/>
                            <a:gd name="T92" fmla="*/ 239243 w 3056"/>
                            <a:gd name="T93" fmla="*/ 1451733 h 5968"/>
                            <a:gd name="T94" fmla="*/ 402567 w 3056"/>
                            <a:gd name="T95" fmla="*/ 1448860 h 5968"/>
                            <a:gd name="T96" fmla="*/ 429681 w 3056"/>
                            <a:gd name="T97" fmla="*/ 1475992 h 5968"/>
                            <a:gd name="T98" fmla="*/ 426491 w 3056"/>
                            <a:gd name="T99" fmla="*/ 1624102 h 5968"/>
                            <a:gd name="T100" fmla="*/ 394592 w 3056"/>
                            <a:gd name="T101" fmla="*/ 1645169 h 5968"/>
                            <a:gd name="T102" fmla="*/ 232864 w 3056"/>
                            <a:gd name="T103" fmla="*/ 1635912 h 5968"/>
                            <a:gd name="T104" fmla="*/ 217871 w 3056"/>
                            <a:gd name="T105" fmla="*/ 1488122 h 5968"/>
                            <a:gd name="T106" fmla="*/ 547708 w 3056"/>
                            <a:gd name="T107" fmla="*/ 1459393 h 5968"/>
                            <a:gd name="T108" fmla="*/ 708160 w 3056"/>
                            <a:gd name="T109" fmla="*/ 1447264 h 5968"/>
                            <a:gd name="T110" fmla="*/ 742292 w 3056"/>
                            <a:gd name="T111" fmla="*/ 1465139 h 5968"/>
                            <a:gd name="T112" fmla="*/ 748353 w 3056"/>
                            <a:gd name="T113" fmla="*/ 1612611 h 5968"/>
                            <a:gd name="T114" fmla="*/ 724110 w 3056"/>
                            <a:gd name="T115" fmla="*/ 1641977 h 5968"/>
                            <a:gd name="T116" fmla="*/ 560467 w 3056"/>
                            <a:gd name="T117" fmla="*/ 1641977 h 5968"/>
                            <a:gd name="T118" fmla="*/ 536543 w 3056"/>
                            <a:gd name="T119" fmla="*/ 1612611 h 5968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</a:gdLst>
                          <a:ahLst/>
                          <a:cxnLst>
                            <a:cxn ang="T120">
                              <a:pos x="T0" y="T1"/>
                            </a:cxn>
                            <a:cxn ang="T121">
                              <a:pos x="T2" y="T3"/>
                            </a:cxn>
                            <a:cxn ang="T122">
                              <a:pos x="T4" y="T5"/>
                            </a:cxn>
                            <a:cxn ang="T123">
                              <a:pos x="T6" y="T7"/>
                            </a:cxn>
                            <a:cxn ang="T124">
                              <a:pos x="T8" y="T9"/>
                            </a:cxn>
                            <a:cxn ang="T125">
                              <a:pos x="T10" y="T11"/>
                            </a:cxn>
                            <a:cxn ang="T126">
                              <a:pos x="T12" y="T13"/>
                            </a:cxn>
                            <a:cxn ang="T127">
                              <a:pos x="T14" y="T15"/>
                            </a:cxn>
                            <a:cxn ang="T128">
                              <a:pos x="T16" y="T17"/>
                            </a:cxn>
                            <a:cxn ang="T129">
                              <a:pos x="T18" y="T19"/>
                            </a:cxn>
                            <a:cxn ang="T130">
                              <a:pos x="T20" y="T21"/>
                            </a:cxn>
                            <a:cxn ang="T131">
                              <a:pos x="T22" y="T23"/>
                            </a:cxn>
                            <a:cxn ang="T132">
                              <a:pos x="T24" y="T25"/>
                            </a:cxn>
                            <a:cxn ang="T133">
                              <a:pos x="T26" y="T27"/>
                            </a:cxn>
                            <a:cxn ang="T134">
                              <a:pos x="T28" y="T29"/>
                            </a:cxn>
                            <a:cxn ang="T135">
                              <a:pos x="T30" y="T31"/>
                            </a:cxn>
                            <a:cxn ang="T136">
                              <a:pos x="T32" y="T33"/>
                            </a:cxn>
                            <a:cxn ang="T137">
                              <a:pos x="T34" y="T35"/>
                            </a:cxn>
                            <a:cxn ang="T138">
                              <a:pos x="T36" y="T37"/>
                            </a:cxn>
                            <a:cxn ang="T139">
                              <a:pos x="T38" y="T39"/>
                            </a:cxn>
                            <a:cxn ang="T140">
                              <a:pos x="T40" y="T41"/>
                            </a:cxn>
                            <a:cxn ang="T141">
                              <a:pos x="T42" y="T43"/>
                            </a:cxn>
                            <a:cxn ang="T142">
                              <a:pos x="T44" y="T45"/>
                            </a:cxn>
                            <a:cxn ang="T143">
                              <a:pos x="T46" y="T47"/>
                            </a:cxn>
                            <a:cxn ang="T144">
                              <a:pos x="T48" y="T49"/>
                            </a:cxn>
                            <a:cxn ang="T145">
                              <a:pos x="T50" y="T51"/>
                            </a:cxn>
                            <a:cxn ang="T146">
                              <a:pos x="T52" y="T53"/>
                            </a:cxn>
                            <a:cxn ang="T147">
                              <a:pos x="T54" y="T55"/>
                            </a:cxn>
                            <a:cxn ang="T148">
                              <a:pos x="T56" y="T57"/>
                            </a:cxn>
                            <a:cxn ang="T149">
                              <a:pos x="T58" y="T59"/>
                            </a:cxn>
                            <a:cxn ang="T150">
                              <a:pos x="T60" y="T61"/>
                            </a:cxn>
                            <a:cxn ang="T151">
                              <a:pos x="T62" y="T63"/>
                            </a:cxn>
                            <a:cxn ang="T152">
                              <a:pos x="T64" y="T65"/>
                            </a:cxn>
                            <a:cxn ang="T153">
                              <a:pos x="T66" y="T67"/>
                            </a:cxn>
                            <a:cxn ang="T154">
                              <a:pos x="T68" y="T69"/>
                            </a:cxn>
                            <a:cxn ang="T155">
                              <a:pos x="T70" y="T71"/>
                            </a:cxn>
                            <a:cxn ang="T156">
                              <a:pos x="T72" y="T73"/>
                            </a:cxn>
                            <a:cxn ang="T157">
                              <a:pos x="T74" y="T75"/>
                            </a:cxn>
                            <a:cxn ang="T158">
                              <a:pos x="T76" y="T77"/>
                            </a:cxn>
                            <a:cxn ang="T159">
                              <a:pos x="T78" y="T79"/>
                            </a:cxn>
                            <a:cxn ang="T160">
                              <a:pos x="T80" y="T81"/>
                            </a:cxn>
                            <a:cxn ang="T161">
                              <a:pos x="T82" y="T83"/>
                            </a:cxn>
                            <a:cxn ang="T162">
                              <a:pos x="T84" y="T85"/>
                            </a:cxn>
                            <a:cxn ang="T163">
                              <a:pos x="T86" y="T87"/>
                            </a:cxn>
                            <a:cxn ang="T164">
                              <a:pos x="T88" y="T89"/>
                            </a:cxn>
                            <a:cxn ang="T165">
                              <a:pos x="T90" y="T91"/>
                            </a:cxn>
                            <a:cxn ang="T166">
                              <a:pos x="T92" y="T93"/>
                            </a:cxn>
                            <a:cxn ang="T167">
                              <a:pos x="T94" y="T95"/>
                            </a:cxn>
                            <a:cxn ang="T168">
                              <a:pos x="T96" y="T97"/>
                            </a:cxn>
                            <a:cxn ang="T169">
                              <a:pos x="T98" y="T99"/>
                            </a:cxn>
                            <a:cxn ang="T170">
                              <a:pos x="T100" y="T101"/>
                            </a:cxn>
                            <a:cxn ang="T171">
                              <a:pos x="T102" y="T103"/>
                            </a:cxn>
                            <a:cxn ang="T172">
                              <a:pos x="T104" y="T105"/>
                            </a:cxn>
                            <a:cxn ang="T173">
                              <a:pos x="T106" y="T107"/>
                            </a:cxn>
                            <a:cxn ang="T174">
                              <a:pos x="T108" y="T109"/>
                            </a:cxn>
                            <a:cxn ang="T175">
                              <a:pos x="T110" y="T111"/>
                            </a:cxn>
                            <a:cxn ang="T176">
                              <a:pos x="T112" y="T113"/>
                            </a:cxn>
                            <a:cxn ang="T177">
                              <a:pos x="T114" y="T115"/>
                            </a:cxn>
                            <a:cxn ang="T178">
                              <a:pos x="T116" y="T117"/>
                            </a:cxn>
                            <a:cxn ang="T179">
                              <a:pos x="T118" y="T119"/>
                            </a:cxn>
                          </a:cxnLst>
                          <a:rect l="0" t="0" r="r" b="b"/>
                          <a:pathLst>
                            <a:path w="3056" h="5968">
                              <a:moveTo>
                                <a:pt x="2407" y="725"/>
                              </a:moveTo>
                              <a:lnTo>
                                <a:pt x="2407" y="239"/>
                              </a:lnTo>
                              <a:lnTo>
                                <a:pt x="2406" y="215"/>
                              </a:lnTo>
                              <a:lnTo>
                                <a:pt x="2403" y="191"/>
                              </a:lnTo>
                              <a:lnTo>
                                <a:pt x="2396" y="168"/>
                              </a:lnTo>
                              <a:lnTo>
                                <a:pt x="2388" y="147"/>
                              </a:lnTo>
                              <a:lnTo>
                                <a:pt x="2379" y="126"/>
                              </a:lnTo>
                              <a:lnTo>
                                <a:pt x="2366" y="106"/>
                              </a:lnTo>
                              <a:lnTo>
                                <a:pt x="2352" y="87"/>
                              </a:lnTo>
                              <a:lnTo>
                                <a:pt x="2338" y="70"/>
                              </a:lnTo>
                              <a:lnTo>
                                <a:pt x="2320" y="54"/>
                              </a:lnTo>
                              <a:lnTo>
                                <a:pt x="2302" y="40"/>
                              </a:lnTo>
                              <a:lnTo>
                                <a:pt x="2282" y="29"/>
                              </a:lnTo>
                              <a:lnTo>
                                <a:pt x="2261" y="18"/>
                              </a:lnTo>
                              <a:lnTo>
                                <a:pt x="2239" y="11"/>
                              </a:lnTo>
                              <a:lnTo>
                                <a:pt x="2217" y="5"/>
                              </a:lnTo>
                              <a:lnTo>
                                <a:pt x="2192" y="2"/>
                              </a:lnTo>
                              <a:lnTo>
                                <a:pt x="2168" y="0"/>
                              </a:lnTo>
                              <a:lnTo>
                                <a:pt x="2144" y="2"/>
                              </a:lnTo>
                              <a:lnTo>
                                <a:pt x="2120" y="5"/>
                              </a:lnTo>
                              <a:lnTo>
                                <a:pt x="2097" y="11"/>
                              </a:lnTo>
                              <a:lnTo>
                                <a:pt x="2075" y="18"/>
                              </a:lnTo>
                              <a:lnTo>
                                <a:pt x="2054" y="29"/>
                              </a:lnTo>
                              <a:lnTo>
                                <a:pt x="2035" y="40"/>
                              </a:lnTo>
                              <a:lnTo>
                                <a:pt x="2016" y="54"/>
                              </a:lnTo>
                              <a:lnTo>
                                <a:pt x="1999" y="70"/>
                              </a:lnTo>
                              <a:lnTo>
                                <a:pt x="1983" y="87"/>
                              </a:lnTo>
                              <a:lnTo>
                                <a:pt x="1970" y="106"/>
                              </a:lnTo>
                              <a:lnTo>
                                <a:pt x="1958" y="126"/>
                              </a:lnTo>
                              <a:lnTo>
                                <a:pt x="1948" y="147"/>
                              </a:lnTo>
                              <a:lnTo>
                                <a:pt x="1940" y="168"/>
                              </a:lnTo>
                              <a:lnTo>
                                <a:pt x="1934" y="191"/>
                              </a:lnTo>
                              <a:lnTo>
                                <a:pt x="1931" y="215"/>
                              </a:lnTo>
                              <a:lnTo>
                                <a:pt x="1930" y="239"/>
                              </a:lnTo>
                              <a:lnTo>
                                <a:pt x="1930" y="689"/>
                              </a:lnTo>
                              <a:lnTo>
                                <a:pt x="887" y="689"/>
                              </a:lnTo>
                              <a:lnTo>
                                <a:pt x="841" y="690"/>
                              </a:lnTo>
                              <a:lnTo>
                                <a:pt x="795" y="693"/>
                              </a:lnTo>
                              <a:lnTo>
                                <a:pt x="751" y="700"/>
                              </a:lnTo>
                              <a:lnTo>
                                <a:pt x="708" y="707"/>
                              </a:lnTo>
                              <a:lnTo>
                                <a:pt x="665" y="716"/>
                              </a:lnTo>
                              <a:lnTo>
                                <a:pt x="623" y="729"/>
                              </a:lnTo>
                              <a:lnTo>
                                <a:pt x="582" y="743"/>
                              </a:lnTo>
                              <a:lnTo>
                                <a:pt x="541" y="758"/>
                              </a:lnTo>
                              <a:lnTo>
                                <a:pt x="502" y="776"/>
                              </a:lnTo>
                              <a:lnTo>
                                <a:pt x="464" y="796"/>
                              </a:lnTo>
                              <a:lnTo>
                                <a:pt x="426" y="817"/>
                              </a:lnTo>
                              <a:lnTo>
                                <a:pt x="391" y="840"/>
                              </a:lnTo>
                              <a:lnTo>
                                <a:pt x="356" y="866"/>
                              </a:lnTo>
                              <a:lnTo>
                                <a:pt x="322" y="892"/>
                              </a:lnTo>
                              <a:lnTo>
                                <a:pt x="290" y="919"/>
                              </a:lnTo>
                              <a:lnTo>
                                <a:pt x="259" y="949"/>
                              </a:lnTo>
                              <a:lnTo>
                                <a:pt x="230" y="979"/>
                              </a:lnTo>
                              <a:lnTo>
                                <a:pt x="203" y="1012"/>
                              </a:lnTo>
                              <a:lnTo>
                                <a:pt x="176" y="1045"/>
                              </a:lnTo>
                              <a:lnTo>
                                <a:pt x="151" y="1080"/>
                              </a:lnTo>
                              <a:lnTo>
                                <a:pt x="128" y="1116"/>
                              </a:lnTo>
                              <a:lnTo>
                                <a:pt x="107" y="1153"/>
                              </a:lnTo>
                              <a:lnTo>
                                <a:pt x="87" y="1191"/>
                              </a:lnTo>
                              <a:lnTo>
                                <a:pt x="69" y="1230"/>
                              </a:lnTo>
                              <a:lnTo>
                                <a:pt x="53" y="1270"/>
                              </a:lnTo>
                              <a:lnTo>
                                <a:pt x="40" y="1312"/>
                              </a:lnTo>
                              <a:lnTo>
                                <a:pt x="27" y="1354"/>
                              </a:lnTo>
                              <a:lnTo>
                                <a:pt x="18" y="1396"/>
                              </a:lnTo>
                              <a:lnTo>
                                <a:pt x="9" y="1440"/>
                              </a:lnTo>
                              <a:lnTo>
                                <a:pt x="4" y="1485"/>
                              </a:lnTo>
                              <a:lnTo>
                                <a:pt x="1" y="1530"/>
                              </a:lnTo>
                              <a:lnTo>
                                <a:pt x="0" y="1575"/>
                              </a:lnTo>
                              <a:lnTo>
                                <a:pt x="0" y="5081"/>
                              </a:lnTo>
                              <a:lnTo>
                                <a:pt x="1" y="5128"/>
                              </a:lnTo>
                              <a:lnTo>
                                <a:pt x="4" y="5172"/>
                              </a:lnTo>
                              <a:lnTo>
                                <a:pt x="9" y="5217"/>
                              </a:lnTo>
                              <a:lnTo>
                                <a:pt x="18" y="5260"/>
                              </a:lnTo>
                              <a:lnTo>
                                <a:pt x="27" y="5303"/>
                              </a:lnTo>
                              <a:lnTo>
                                <a:pt x="40" y="5345"/>
                              </a:lnTo>
                              <a:lnTo>
                                <a:pt x="53" y="5386"/>
                              </a:lnTo>
                              <a:lnTo>
                                <a:pt x="69" y="5426"/>
                              </a:lnTo>
                              <a:lnTo>
                                <a:pt x="87" y="5466"/>
                              </a:lnTo>
                              <a:lnTo>
                                <a:pt x="107" y="5504"/>
                              </a:lnTo>
                              <a:lnTo>
                                <a:pt x="128" y="5541"/>
                              </a:lnTo>
                              <a:lnTo>
                                <a:pt x="151" y="5577"/>
                              </a:lnTo>
                              <a:lnTo>
                                <a:pt x="176" y="5612"/>
                              </a:lnTo>
                              <a:lnTo>
                                <a:pt x="203" y="5646"/>
                              </a:lnTo>
                              <a:lnTo>
                                <a:pt x="230" y="5677"/>
                              </a:lnTo>
                              <a:lnTo>
                                <a:pt x="259" y="5709"/>
                              </a:lnTo>
                              <a:lnTo>
                                <a:pt x="290" y="5737"/>
                              </a:lnTo>
                              <a:lnTo>
                                <a:pt x="322" y="5766"/>
                              </a:lnTo>
                              <a:lnTo>
                                <a:pt x="356" y="5792"/>
                              </a:lnTo>
                              <a:lnTo>
                                <a:pt x="391" y="5817"/>
                              </a:lnTo>
                              <a:lnTo>
                                <a:pt x="426" y="5840"/>
                              </a:lnTo>
                              <a:lnTo>
                                <a:pt x="464" y="5861"/>
                              </a:lnTo>
                              <a:lnTo>
                                <a:pt x="502" y="5880"/>
                              </a:lnTo>
                              <a:lnTo>
                                <a:pt x="541" y="5898"/>
                              </a:lnTo>
                              <a:lnTo>
                                <a:pt x="582" y="5914"/>
                              </a:lnTo>
                              <a:lnTo>
                                <a:pt x="623" y="5928"/>
                              </a:lnTo>
                              <a:lnTo>
                                <a:pt x="665" y="5940"/>
                              </a:lnTo>
                              <a:lnTo>
                                <a:pt x="708" y="5951"/>
                              </a:lnTo>
                              <a:lnTo>
                                <a:pt x="751" y="5958"/>
                              </a:lnTo>
                              <a:lnTo>
                                <a:pt x="795" y="5963"/>
                              </a:lnTo>
                              <a:lnTo>
                                <a:pt x="841" y="5967"/>
                              </a:lnTo>
                              <a:lnTo>
                                <a:pt x="887" y="5968"/>
                              </a:lnTo>
                              <a:lnTo>
                                <a:pt x="2168" y="5968"/>
                              </a:lnTo>
                              <a:lnTo>
                                <a:pt x="2214" y="5967"/>
                              </a:lnTo>
                              <a:lnTo>
                                <a:pt x="2259" y="5963"/>
                              </a:lnTo>
                              <a:lnTo>
                                <a:pt x="2303" y="5958"/>
                              </a:lnTo>
                              <a:lnTo>
                                <a:pt x="2347" y="5951"/>
                              </a:lnTo>
                              <a:lnTo>
                                <a:pt x="2390" y="5940"/>
                              </a:lnTo>
                              <a:lnTo>
                                <a:pt x="2432" y="5928"/>
                              </a:lnTo>
                              <a:lnTo>
                                <a:pt x="2473" y="5914"/>
                              </a:lnTo>
                              <a:lnTo>
                                <a:pt x="2513" y="5898"/>
                              </a:lnTo>
                              <a:lnTo>
                                <a:pt x="2553" y="5880"/>
                              </a:lnTo>
                              <a:lnTo>
                                <a:pt x="2591" y="5861"/>
                              </a:lnTo>
                              <a:lnTo>
                                <a:pt x="2628" y="5840"/>
                              </a:lnTo>
                              <a:lnTo>
                                <a:pt x="2664" y="5817"/>
                              </a:lnTo>
                              <a:lnTo>
                                <a:pt x="2699" y="5792"/>
                              </a:lnTo>
                              <a:lnTo>
                                <a:pt x="2733" y="5766"/>
                              </a:lnTo>
                              <a:lnTo>
                                <a:pt x="2764" y="5737"/>
                              </a:lnTo>
                              <a:lnTo>
                                <a:pt x="2795" y="5709"/>
                              </a:lnTo>
                              <a:lnTo>
                                <a:pt x="2824" y="5677"/>
                              </a:lnTo>
                              <a:lnTo>
                                <a:pt x="2853" y="5646"/>
                              </a:lnTo>
                              <a:lnTo>
                                <a:pt x="2879" y="5612"/>
                              </a:lnTo>
                              <a:lnTo>
                                <a:pt x="2904" y="5577"/>
                              </a:lnTo>
                              <a:lnTo>
                                <a:pt x="2926" y="5541"/>
                              </a:lnTo>
                              <a:lnTo>
                                <a:pt x="2948" y="5504"/>
                              </a:lnTo>
                              <a:lnTo>
                                <a:pt x="2967" y="5466"/>
                              </a:lnTo>
                              <a:lnTo>
                                <a:pt x="2985" y="5426"/>
                              </a:lnTo>
                              <a:lnTo>
                                <a:pt x="3001" y="5386"/>
                              </a:lnTo>
                              <a:lnTo>
                                <a:pt x="3016" y="5345"/>
                              </a:lnTo>
                              <a:lnTo>
                                <a:pt x="3027" y="5303"/>
                              </a:lnTo>
                              <a:lnTo>
                                <a:pt x="3038" y="5260"/>
                              </a:lnTo>
                              <a:lnTo>
                                <a:pt x="3045" y="5217"/>
                              </a:lnTo>
                              <a:lnTo>
                                <a:pt x="3050" y="5172"/>
                              </a:lnTo>
                              <a:lnTo>
                                <a:pt x="3054" y="5128"/>
                              </a:lnTo>
                              <a:lnTo>
                                <a:pt x="3056" y="5081"/>
                              </a:lnTo>
                              <a:lnTo>
                                <a:pt x="3056" y="1575"/>
                              </a:lnTo>
                              <a:lnTo>
                                <a:pt x="3054" y="1537"/>
                              </a:lnTo>
                              <a:lnTo>
                                <a:pt x="3052" y="1500"/>
                              </a:lnTo>
                              <a:lnTo>
                                <a:pt x="3048" y="1463"/>
                              </a:lnTo>
                              <a:lnTo>
                                <a:pt x="3043" y="1427"/>
                              </a:lnTo>
                              <a:lnTo>
                                <a:pt x="3036" y="1390"/>
                              </a:lnTo>
                              <a:lnTo>
                                <a:pt x="3027" y="1355"/>
                              </a:lnTo>
                              <a:lnTo>
                                <a:pt x="3018" y="1321"/>
                              </a:lnTo>
                              <a:lnTo>
                                <a:pt x="3006" y="1286"/>
                              </a:lnTo>
                              <a:lnTo>
                                <a:pt x="2993" y="1252"/>
                              </a:lnTo>
                              <a:lnTo>
                                <a:pt x="2980" y="1220"/>
                              </a:lnTo>
                              <a:lnTo>
                                <a:pt x="2965" y="1187"/>
                              </a:lnTo>
                              <a:lnTo>
                                <a:pt x="2948" y="1156"/>
                              </a:lnTo>
                              <a:lnTo>
                                <a:pt x="2930" y="1125"/>
                              </a:lnTo>
                              <a:lnTo>
                                <a:pt x="2913" y="1095"/>
                              </a:lnTo>
                              <a:lnTo>
                                <a:pt x="2893" y="1065"/>
                              </a:lnTo>
                              <a:lnTo>
                                <a:pt x="2872" y="1037"/>
                              </a:lnTo>
                              <a:lnTo>
                                <a:pt x="2848" y="1010"/>
                              </a:lnTo>
                              <a:lnTo>
                                <a:pt x="2825" y="983"/>
                              </a:lnTo>
                              <a:lnTo>
                                <a:pt x="2801" y="958"/>
                              </a:lnTo>
                              <a:lnTo>
                                <a:pt x="2776" y="933"/>
                              </a:lnTo>
                              <a:lnTo>
                                <a:pt x="2750" y="910"/>
                              </a:lnTo>
                              <a:lnTo>
                                <a:pt x="2723" y="887"/>
                              </a:lnTo>
                              <a:lnTo>
                                <a:pt x="2695" y="866"/>
                              </a:lnTo>
                              <a:lnTo>
                                <a:pt x="2666" y="846"/>
                              </a:lnTo>
                              <a:lnTo>
                                <a:pt x="2636" y="826"/>
                              </a:lnTo>
                              <a:lnTo>
                                <a:pt x="2606" y="808"/>
                              </a:lnTo>
                              <a:lnTo>
                                <a:pt x="2574" y="791"/>
                              </a:lnTo>
                              <a:lnTo>
                                <a:pt x="2543" y="775"/>
                              </a:lnTo>
                              <a:lnTo>
                                <a:pt x="2510" y="760"/>
                              </a:lnTo>
                              <a:lnTo>
                                <a:pt x="2476" y="748"/>
                              </a:lnTo>
                              <a:lnTo>
                                <a:pt x="2442" y="735"/>
                              </a:lnTo>
                              <a:lnTo>
                                <a:pt x="2407" y="725"/>
                              </a:lnTo>
                              <a:close/>
                              <a:moveTo>
                                <a:pt x="600" y="1693"/>
                              </a:moveTo>
                              <a:lnTo>
                                <a:pt x="600" y="1693"/>
                              </a:lnTo>
                              <a:lnTo>
                                <a:pt x="601" y="1675"/>
                              </a:lnTo>
                              <a:lnTo>
                                <a:pt x="602" y="1657"/>
                              </a:lnTo>
                              <a:lnTo>
                                <a:pt x="604" y="1639"/>
                              </a:lnTo>
                              <a:lnTo>
                                <a:pt x="607" y="1621"/>
                              </a:lnTo>
                              <a:lnTo>
                                <a:pt x="611" y="1604"/>
                              </a:lnTo>
                              <a:lnTo>
                                <a:pt x="617" y="1588"/>
                              </a:lnTo>
                              <a:lnTo>
                                <a:pt x="622" y="1571"/>
                              </a:lnTo>
                              <a:lnTo>
                                <a:pt x="628" y="1555"/>
                              </a:lnTo>
                              <a:lnTo>
                                <a:pt x="636" y="1539"/>
                              </a:lnTo>
                              <a:lnTo>
                                <a:pt x="643" y="1524"/>
                              </a:lnTo>
                              <a:lnTo>
                                <a:pt x="652" y="1509"/>
                              </a:lnTo>
                              <a:lnTo>
                                <a:pt x="661" y="1494"/>
                              </a:lnTo>
                              <a:lnTo>
                                <a:pt x="671" y="1480"/>
                              </a:lnTo>
                              <a:lnTo>
                                <a:pt x="682" y="1467"/>
                              </a:lnTo>
                              <a:lnTo>
                                <a:pt x="693" y="1454"/>
                              </a:lnTo>
                              <a:lnTo>
                                <a:pt x="705" y="1442"/>
                              </a:lnTo>
                              <a:lnTo>
                                <a:pt x="718" y="1430"/>
                              </a:lnTo>
                              <a:lnTo>
                                <a:pt x="730" y="1418"/>
                              </a:lnTo>
                              <a:lnTo>
                                <a:pt x="744" y="1408"/>
                              </a:lnTo>
                              <a:lnTo>
                                <a:pt x="758" y="1398"/>
                              </a:lnTo>
                              <a:lnTo>
                                <a:pt x="772" y="1389"/>
                              </a:lnTo>
                              <a:lnTo>
                                <a:pt x="787" y="1381"/>
                              </a:lnTo>
                              <a:lnTo>
                                <a:pt x="802" y="1372"/>
                              </a:lnTo>
                              <a:lnTo>
                                <a:pt x="818" y="1365"/>
                              </a:lnTo>
                              <a:lnTo>
                                <a:pt x="834" y="1359"/>
                              </a:lnTo>
                              <a:lnTo>
                                <a:pt x="850" y="1353"/>
                              </a:lnTo>
                              <a:lnTo>
                                <a:pt x="868" y="1348"/>
                              </a:lnTo>
                              <a:lnTo>
                                <a:pt x="885" y="1345"/>
                              </a:lnTo>
                              <a:lnTo>
                                <a:pt x="902" y="1342"/>
                              </a:lnTo>
                              <a:lnTo>
                                <a:pt x="919" y="1339"/>
                              </a:lnTo>
                              <a:lnTo>
                                <a:pt x="938" y="1337"/>
                              </a:lnTo>
                              <a:lnTo>
                                <a:pt x="956" y="1337"/>
                              </a:lnTo>
                              <a:lnTo>
                                <a:pt x="2099" y="1337"/>
                              </a:lnTo>
                              <a:lnTo>
                                <a:pt x="2117" y="1337"/>
                              </a:lnTo>
                              <a:lnTo>
                                <a:pt x="2136" y="1339"/>
                              </a:lnTo>
                              <a:lnTo>
                                <a:pt x="2154" y="1342"/>
                              </a:lnTo>
                              <a:lnTo>
                                <a:pt x="2170" y="1345"/>
                              </a:lnTo>
                              <a:lnTo>
                                <a:pt x="2188" y="1348"/>
                              </a:lnTo>
                              <a:lnTo>
                                <a:pt x="2205" y="1353"/>
                              </a:lnTo>
                              <a:lnTo>
                                <a:pt x="2221" y="1359"/>
                              </a:lnTo>
                              <a:lnTo>
                                <a:pt x="2238" y="1365"/>
                              </a:lnTo>
                              <a:lnTo>
                                <a:pt x="2253" y="1372"/>
                              </a:lnTo>
                              <a:lnTo>
                                <a:pt x="2268" y="1381"/>
                              </a:lnTo>
                              <a:lnTo>
                                <a:pt x="2284" y="1389"/>
                              </a:lnTo>
                              <a:lnTo>
                                <a:pt x="2298" y="1398"/>
                              </a:lnTo>
                              <a:lnTo>
                                <a:pt x="2312" y="1408"/>
                              </a:lnTo>
                              <a:lnTo>
                                <a:pt x="2325" y="1418"/>
                              </a:lnTo>
                              <a:lnTo>
                                <a:pt x="2339" y="1430"/>
                              </a:lnTo>
                              <a:lnTo>
                                <a:pt x="2350" y="1442"/>
                              </a:lnTo>
                              <a:lnTo>
                                <a:pt x="2363" y="1454"/>
                              </a:lnTo>
                              <a:lnTo>
                                <a:pt x="2373" y="1467"/>
                              </a:lnTo>
                              <a:lnTo>
                                <a:pt x="2384" y="1480"/>
                              </a:lnTo>
                              <a:lnTo>
                                <a:pt x="2394" y="1494"/>
                              </a:lnTo>
                              <a:lnTo>
                                <a:pt x="2404" y="1509"/>
                              </a:lnTo>
                              <a:lnTo>
                                <a:pt x="2412" y="1524"/>
                              </a:lnTo>
                              <a:lnTo>
                                <a:pt x="2420" y="1539"/>
                              </a:lnTo>
                              <a:lnTo>
                                <a:pt x="2427" y="1555"/>
                              </a:lnTo>
                              <a:lnTo>
                                <a:pt x="2433" y="1571"/>
                              </a:lnTo>
                              <a:lnTo>
                                <a:pt x="2438" y="1588"/>
                              </a:lnTo>
                              <a:lnTo>
                                <a:pt x="2444" y="1604"/>
                              </a:lnTo>
                              <a:lnTo>
                                <a:pt x="2448" y="1621"/>
                              </a:lnTo>
                              <a:lnTo>
                                <a:pt x="2451" y="1639"/>
                              </a:lnTo>
                              <a:lnTo>
                                <a:pt x="2453" y="1657"/>
                              </a:lnTo>
                              <a:lnTo>
                                <a:pt x="2454" y="1675"/>
                              </a:lnTo>
                              <a:lnTo>
                                <a:pt x="2455" y="1693"/>
                              </a:lnTo>
                              <a:lnTo>
                                <a:pt x="2455" y="2702"/>
                              </a:lnTo>
                              <a:lnTo>
                                <a:pt x="2454" y="2721"/>
                              </a:lnTo>
                              <a:lnTo>
                                <a:pt x="2453" y="2739"/>
                              </a:lnTo>
                              <a:lnTo>
                                <a:pt x="2451" y="2756"/>
                              </a:lnTo>
                              <a:lnTo>
                                <a:pt x="2448" y="2774"/>
                              </a:lnTo>
                              <a:lnTo>
                                <a:pt x="2444" y="2791"/>
                              </a:lnTo>
                              <a:lnTo>
                                <a:pt x="2438" y="2808"/>
                              </a:lnTo>
                              <a:lnTo>
                                <a:pt x="2433" y="2825"/>
                              </a:lnTo>
                              <a:lnTo>
                                <a:pt x="2427" y="2840"/>
                              </a:lnTo>
                              <a:lnTo>
                                <a:pt x="2420" y="2856"/>
                              </a:lnTo>
                              <a:lnTo>
                                <a:pt x="2412" y="2872"/>
                              </a:lnTo>
                              <a:lnTo>
                                <a:pt x="2404" y="2887"/>
                              </a:lnTo>
                              <a:lnTo>
                                <a:pt x="2394" y="2901"/>
                              </a:lnTo>
                              <a:lnTo>
                                <a:pt x="2384" y="2915"/>
                              </a:lnTo>
                              <a:lnTo>
                                <a:pt x="2373" y="2929"/>
                              </a:lnTo>
                              <a:lnTo>
                                <a:pt x="2363" y="2941"/>
                              </a:lnTo>
                              <a:lnTo>
                                <a:pt x="2350" y="2954"/>
                              </a:lnTo>
                              <a:lnTo>
                                <a:pt x="2339" y="2966"/>
                              </a:lnTo>
                              <a:lnTo>
                                <a:pt x="2325" y="2977"/>
                              </a:lnTo>
                              <a:lnTo>
                                <a:pt x="2312" y="2988"/>
                              </a:lnTo>
                              <a:lnTo>
                                <a:pt x="2298" y="2997"/>
                              </a:lnTo>
                              <a:lnTo>
                                <a:pt x="2284" y="3007"/>
                              </a:lnTo>
                              <a:lnTo>
                                <a:pt x="2268" y="3015"/>
                              </a:lnTo>
                              <a:lnTo>
                                <a:pt x="2253" y="3023"/>
                              </a:lnTo>
                              <a:lnTo>
                                <a:pt x="2238" y="3030"/>
                              </a:lnTo>
                              <a:lnTo>
                                <a:pt x="2221" y="3036"/>
                              </a:lnTo>
                              <a:lnTo>
                                <a:pt x="2205" y="3042"/>
                              </a:lnTo>
                              <a:lnTo>
                                <a:pt x="2188" y="3046"/>
                              </a:lnTo>
                              <a:lnTo>
                                <a:pt x="2170" y="3051"/>
                              </a:lnTo>
                              <a:lnTo>
                                <a:pt x="2154" y="3054"/>
                              </a:lnTo>
                              <a:lnTo>
                                <a:pt x="2136" y="3056"/>
                              </a:lnTo>
                              <a:lnTo>
                                <a:pt x="2117" y="3058"/>
                              </a:lnTo>
                              <a:lnTo>
                                <a:pt x="2099" y="3058"/>
                              </a:lnTo>
                              <a:lnTo>
                                <a:pt x="956" y="3058"/>
                              </a:lnTo>
                              <a:lnTo>
                                <a:pt x="938" y="3058"/>
                              </a:lnTo>
                              <a:lnTo>
                                <a:pt x="919" y="3056"/>
                              </a:lnTo>
                              <a:lnTo>
                                <a:pt x="902" y="3054"/>
                              </a:lnTo>
                              <a:lnTo>
                                <a:pt x="885" y="3051"/>
                              </a:lnTo>
                              <a:lnTo>
                                <a:pt x="868" y="3046"/>
                              </a:lnTo>
                              <a:lnTo>
                                <a:pt x="850" y="3042"/>
                              </a:lnTo>
                              <a:lnTo>
                                <a:pt x="834" y="3036"/>
                              </a:lnTo>
                              <a:lnTo>
                                <a:pt x="818" y="3030"/>
                              </a:lnTo>
                              <a:lnTo>
                                <a:pt x="802" y="3023"/>
                              </a:lnTo>
                              <a:lnTo>
                                <a:pt x="787" y="3015"/>
                              </a:lnTo>
                              <a:lnTo>
                                <a:pt x="772" y="3007"/>
                              </a:lnTo>
                              <a:lnTo>
                                <a:pt x="758" y="2997"/>
                              </a:lnTo>
                              <a:lnTo>
                                <a:pt x="744" y="2988"/>
                              </a:lnTo>
                              <a:lnTo>
                                <a:pt x="730" y="2977"/>
                              </a:lnTo>
                              <a:lnTo>
                                <a:pt x="718" y="2966"/>
                              </a:lnTo>
                              <a:lnTo>
                                <a:pt x="705" y="2954"/>
                              </a:lnTo>
                              <a:lnTo>
                                <a:pt x="693" y="2941"/>
                              </a:lnTo>
                              <a:lnTo>
                                <a:pt x="682" y="2929"/>
                              </a:lnTo>
                              <a:lnTo>
                                <a:pt x="671" y="2915"/>
                              </a:lnTo>
                              <a:lnTo>
                                <a:pt x="661" y="2901"/>
                              </a:lnTo>
                              <a:lnTo>
                                <a:pt x="652" y="2887"/>
                              </a:lnTo>
                              <a:lnTo>
                                <a:pt x="643" y="2872"/>
                              </a:lnTo>
                              <a:lnTo>
                                <a:pt x="636" y="2856"/>
                              </a:lnTo>
                              <a:lnTo>
                                <a:pt x="628" y="2840"/>
                              </a:lnTo>
                              <a:lnTo>
                                <a:pt x="622" y="2825"/>
                              </a:lnTo>
                              <a:lnTo>
                                <a:pt x="617" y="2808"/>
                              </a:lnTo>
                              <a:lnTo>
                                <a:pt x="611" y="2791"/>
                              </a:lnTo>
                              <a:lnTo>
                                <a:pt x="607" y="2774"/>
                              </a:lnTo>
                              <a:lnTo>
                                <a:pt x="604" y="2756"/>
                              </a:lnTo>
                              <a:lnTo>
                                <a:pt x="602" y="2739"/>
                              </a:lnTo>
                              <a:lnTo>
                                <a:pt x="601" y="2721"/>
                              </a:lnTo>
                              <a:lnTo>
                                <a:pt x="600" y="2702"/>
                              </a:lnTo>
                              <a:lnTo>
                                <a:pt x="600" y="1693"/>
                              </a:lnTo>
                              <a:close/>
                              <a:moveTo>
                                <a:pt x="683" y="3727"/>
                              </a:moveTo>
                              <a:lnTo>
                                <a:pt x="683" y="3727"/>
                              </a:lnTo>
                              <a:lnTo>
                                <a:pt x="684" y="3714"/>
                              </a:lnTo>
                              <a:lnTo>
                                <a:pt x="686" y="3700"/>
                              </a:lnTo>
                              <a:lnTo>
                                <a:pt x="689" y="3689"/>
                              </a:lnTo>
                              <a:lnTo>
                                <a:pt x="693" y="3676"/>
                              </a:lnTo>
                              <a:lnTo>
                                <a:pt x="699" y="3666"/>
                              </a:lnTo>
                              <a:lnTo>
                                <a:pt x="705" y="3655"/>
                              </a:lnTo>
                              <a:lnTo>
                                <a:pt x="712" y="3645"/>
                              </a:lnTo>
                              <a:lnTo>
                                <a:pt x="721" y="3636"/>
                              </a:lnTo>
                              <a:lnTo>
                                <a:pt x="730" y="3628"/>
                              </a:lnTo>
                              <a:lnTo>
                                <a:pt x="740" y="3620"/>
                              </a:lnTo>
                              <a:lnTo>
                                <a:pt x="750" y="3614"/>
                              </a:lnTo>
                              <a:lnTo>
                                <a:pt x="762" y="3609"/>
                              </a:lnTo>
                              <a:lnTo>
                                <a:pt x="773" y="3604"/>
                              </a:lnTo>
                              <a:lnTo>
                                <a:pt x="786" y="3600"/>
                              </a:lnTo>
                              <a:lnTo>
                                <a:pt x="799" y="3599"/>
                              </a:lnTo>
                              <a:lnTo>
                                <a:pt x="812" y="3598"/>
                              </a:lnTo>
                              <a:lnTo>
                                <a:pt x="1224" y="3598"/>
                              </a:lnTo>
                              <a:lnTo>
                                <a:pt x="1237" y="3599"/>
                              </a:lnTo>
                              <a:lnTo>
                                <a:pt x="1251" y="3600"/>
                              </a:lnTo>
                              <a:lnTo>
                                <a:pt x="1262" y="3604"/>
                              </a:lnTo>
                              <a:lnTo>
                                <a:pt x="1274" y="3609"/>
                              </a:lnTo>
                              <a:lnTo>
                                <a:pt x="1285" y="3614"/>
                              </a:lnTo>
                              <a:lnTo>
                                <a:pt x="1296" y="3620"/>
                              </a:lnTo>
                              <a:lnTo>
                                <a:pt x="1306" y="3628"/>
                              </a:lnTo>
                              <a:lnTo>
                                <a:pt x="1315" y="3636"/>
                              </a:lnTo>
                              <a:lnTo>
                                <a:pt x="1323" y="3645"/>
                              </a:lnTo>
                              <a:lnTo>
                                <a:pt x="1331" y="3655"/>
                              </a:lnTo>
                              <a:lnTo>
                                <a:pt x="1337" y="3666"/>
                              </a:lnTo>
                              <a:lnTo>
                                <a:pt x="1343" y="3676"/>
                              </a:lnTo>
                              <a:lnTo>
                                <a:pt x="1347" y="3689"/>
                              </a:lnTo>
                              <a:lnTo>
                                <a:pt x="1350" y="3700"/>
                              </a:lnTo>
                              <a:lnTo>
                                <a:pt x="1353" y="3714"/>
                              </a:lnTo>
                              <a:lnTo>
                                <a:pt x="1353" y="3727"/>
                              </a:lnTo>
                              <a:lnTo>
                                <a:pt x="1353" y="4091"/>
                              </a:lnTo>
                              <a:lnTo>
                                <a:pt x="1353" y="4104"/>
                              </a:lnTo>
                              <a:lnTo>
                                <a:pt x="1350" y="4116"/>
                              </a:lnTo>
                              <a:lnTo>
                                <a:pt x="1347" y="4129"/>
                              </a:lnTo>
                              <a:lnTo>
                                <a:pt x="1343" y="4141"/>
                              </a:lnTo>
                              <a:lnTo>
                                <a:pt x="1337" y="4152"/>
                              </a:lnTo>
                              <a:lnTo>
                                <a:pt x="1331" y="4163"/>
                              </a:lnTo>
                              <a:lnTo>
                                <a:pt x="1323" y="4172"/>
                              </a:lnTo>
                              <a:lnTo>
                                <a:pt x="1315" y="4182"/>
                              </a:lnTo>
                              <a:lnTo>
                                <a:pt x="1306" y="4190"/>
                              </a:lnTo>
                              <a:lnTo>
                                <a:pt x="1296" y="4197"/>
                              </a:lnTo>
                              <a:lnTo>
                                <a:pt x="1285" y="4204"/>
                              </a:lnTo>
                              <a:lnTo>
                                <a:pt x="1274" y="4209"/>
                              </a:lnTo>
                              <a:lnTo>
                                <a:pt x="1262" y="4213"/>
                              </a:lnTo>
                              <a:lnTo>
                                <a:pt x="1251" y="4216"/>
                              </a:lnTo>
                              <a:lnTo>
                                <a:pt x="1237" y="4218"/>
                              </a:lnTo>
                              <a:lnTo>
                                <a:pt x="1224" y="4219"/>
                              </a:lnTo>
                              <a:lnTo>
                                <a:pt x="812" y="4219"/>
                              </a:lnTo>
                              <a:lnTo>
                                <a:pt x="799" y="4218"/>
                              </a:lnTo>
                              <a:lnTo>
                                <a:pt x="786" y="4216"/>
                              </a:lnTo>
                              <a:lnTo>
                                <a:pt x="773" y="4213"/>
                              </a:lnTo>
                              <a:lnTo>
                                <a:pt x="762" y="4209"/>
                              </a:lnTo>
                              <a:lnTo>
                                <a:pt x="750" y="4204"/>
                              </a:lnTo>
                              <a:lnTo>
                                <a:pt x="740" y="4197"/>
                              </a:lnTo>
                              <a:lnTo>
                                <a:pt x="730" y="4190"/>
                              </a:lnTo>
                              <a:lnTo>
                                <a:pt x="721" y="4182"/>
                              </a:lnTo>
                              <a:lnTo>
                                <a:pt x="712" y="4172"/>
                              </a:lnTo>
                              <a:lnTo>
                                <a:pt x="705" y="4163"/>
                              </a:lnTo>
                              <a:lnTo>
                                <a:pt x="699" y="4152"/>
                              </a:lnTo>
                              <a:lnTo>
                                <a:pt x="693" y="4141"/>
                              </a:lnTo>
                              <a:lnTo>
                                <a:pt x="689" y="4129"/>
                              </a:lnTo>
                              <a:lnTo>
                                <a:pt x="686" y="4116"/>
                              </a:lnTo>
                              <a:lnTo>
                                <a:pt x="684" y="4104"/>
                              </a:lnTo>
                              <a:lnTo>
                                <a:pt x="683" y="4091"/>
                              </a:lnTo>
                              <a:lnTo>
                                <a:pt x="683" y="3727"/>
                              </a:lnTo>
                              <a:close/>
                              <a:moveTo>
                                <a:pt x="1679" y="3727"/>
                              </a:moveTo>
                              <a:lnTo>
                                <a:pt x="1679" y="3727"/>
                              </a:lnTo>
                              <a:lnTo>
                                <a:pt x="1679" y="3714"/>
                              </a:lnTo>
                              <a:lnTo>
                                <a:pt x="1682" y="3700"/>
                              </a:lnTo>
                              <a:lnTo>
                                <a:pt x="1685" y="3689"/>
                              </a:lnTo>
                              <a:lnTo>
                                <a:pt x="1689" y="3676"/>
                              </a:lnTo>
                              <a:lnTo>
                                <a:pt x="1695" y="3666"/>
                              </a:lnTo>
                              <a:lnTo>
                                <a:pt x="1702" y="3655"/>
                              </a:lnTo>
                              <a:lnTo>
                                <a:pt x="1709" y="3645"/>
                              </a:lnTo>
                              <a:lnTo>
                                <a:pt x="1717" y="3636"/>
                              </a:lnTo>
                              <a:lnTo>
                                <a:pt x="1726" y="3628"/>
                              </a:lnTo>
                              <a:lnTo>
                                <a:pt x="1736" y="3620"/>
                              </a:lnTo>
                              <a:lnTo>
                                <a:pt x="1747" y="3614"/>
                              </a:lnTo>
                              <a:lnTo>
                                <a:pt x="1757" y="3609"/>
                              </a:lnTo>
                              <a:lnTo>
                                <a:pt x="1770" y="3604"/>
                              </a:lnTo>
                              <a:lnTo>
                                <a:pt x="1781" y="3600"/>
                              </a:lnTo>
                              <a:lnTo>
                                <a:pt x="1794" y="3599"/>
                              </a:lnTo>
                              <a:lnTo>
                                <a:pt x="1808" y="3598"/>
                              </a:lnTo>
                              <a:lnTo>
                                <a:pt x="2220" y="3598"/>
                              </a:lnTo>
                              <a:lnTo>
                                <a:pt x="2233" y="3599"/>
                              </a:lnTo>
                              <a:lnTo>
                                <a:pt x="2246" y="3600"/>
                              </a:lnTo>
                              <a:lnTo>
                                <a:pt x="2259" y="3604"/>
                              </a:lnTo>
                              <a:lnTo>
                                <a:pt x="2270" y="3609"/>
                              </a:lnTo>
                              <a:lnTo>
                                <a:pt x="2281" y="3614"/>
                              </a:lnTo>
                              <a:lnTo>
                                <a:pt x="2291" y="3620"/>
                              </a:lnTo>
                              <a:lnTo>
                                <a:pt x="2302" y="3628"/>
                              </a:lnTo>
                              <a:lnTo>
                                <a:pt x="2311" y="3636"/>
                              </a:lnTo>
                              <a:lnTo>
                                <a:pt x="2319" y="3645"/>
                              </a:lnTo>
                              <a:lnTo>
                                <a:pt x="2327" y="3655"/>
                              </a:lnTo>
                              <a:lnTo>
                                <a:pt x="2333" y="3666"/>
                              </a:lnTo>
                              <a:lnTo>
                                <a:pt x="2339" y="3676"/>
                              </a:lnTo>
                              <a:lnTo>
                                <a:pt x="2343" y="3689"/>
                              </a:lnTo>
                              <a:lnTo>
                                <a:pt x="2346" y="3700"/>
                              </a:lnTo>
                              <a:lnTo>
                                <a:pt x="2348" y="3714"/>
                              </a:lnTo>
                              <a:lnTo>
                                <a:pt x="2348" y="3727"/>
                              </a:lnTo>
                              <a:lnTo>
                                <a:pt x="2348" y="4091"/>
                              </a:lnTo>
                              <a:lnTo>
                                <a:pt x="2348" y="4104"/>
                              </a:lnTo>
                              <a:lnTo>
                                <a:pt x="2346" y="4116"/>
                              </a:lnTo>
                              <a:lnTo>
                                <a:pt x="2343" y="4129"/>
                              </a:lnTo>
                              <a:lnTo>
                                <a:pt x="2339" y="4141"/>
                              </a:lnTo>
                              <a:lnTo>
                                <a:pt x="2333" y="4152"/>
                              </a:lnTo>
                              <a:lnTo>
                                <a:pt x="2327" y="4163"/>
                              </a:lnTo>
                              <a:lnTo>
                                <a:pt x="2319" y="4172"/>
                              </a:lnTo>
                              <a:lnTo>
                                <a:pt x="2311" y="4182"/>
                              </a:lnTo>
                              <a:lnTo>
                                <a:pt x="2302" y="4190"/>
                              </a:lnTo>
                              <a:lnTo>
                                <a:pt x="2291" y="4197"/>
                              </a:lnTo>
                              <a:lnTo>
                                <a:pt x="2281" y="4204"/>
                              </a:lnTo>
                              <a:lnTo>
                                <a:pt x="2270" y="4209"/>
                              </a:lnTo>
                              <a:lnTo>
                                <a:pt x="2259" y="4213"/>
                              </a:lnTo>
                              <a:lnTo>
                                <a:pt x="2246" y="4216"/>
                              </a:lnTo>
                              <a:lnTo>
                                <a:pt x="2233" y="4218"/>
                              </a:lnTo>
                              <a:lnTo>
                                <a:pt x="2220" y="4219"/>
                              </a:lnTo>
                              <a:lnTo>
                                <a:pt x="1808" y="4219"/>
                              </a:lnTo>
                              <a:lnTo>
                                <a:pt x="1794" y="4218"/>
                              </a:lnTo>
                              <a:lnTo>
                                <a:pt x="1781" y="4216"/>
                              </a:lnTo>
                              <a:lnTo>
                                <a:pt x="1770" y="4213"/>
                              </a:lnTo>
                              <a:lnTo>
                                <a:pt x="1757" y="4209"/>
                              </a:lnTo>
                              <a:lnTo>
                                <a:pt x="1747" y="4204"/>
                              </a:lnTo>
                              <a:lnTo>
                                <a:pt x="1736" y="4197"/>
                              </a:lnTo>
                              <a:lnTo>
                                <a:pt x="1726" y="4190"/>
                              </a:lnTo>
                              <a:lnTo>
                                <a:pt x="1717" y="4182"/>
                              </a:lnTo>
                              <a:lnTo>
                                <a:pt x="1709" y="4172"/>
                              </a:lnTo>
                              <a:lnTo>
                                <a:pt x="1702" y="4163"/>
                              </a:lnTo>
                              <a:lnTo>
                                <a:pt x="1695" y="4152"/>
                              </a:lnTo>
                              <a:lnTo>
                                <a:pt x="1689" y="4141"/>
                              </a:lnTo>
                              <a:lnTo>
                                <a:pt x="1685" y="4129"/>
                              </a:lnTo>
                              <a:lnTo>
                                <a:pt x="1682" y="4116"/>
                              </a:lnTo>
                              <a:lnTo>
                                <a:pt x="1679" y="4104"/>
                              </a:lnTo>
                              <a:lnTo>
                                <a:pt x="1679" y="4091"/>
                              </a:lnTo>
                              <a:lnTo>
                                <a:pt x="1679" y="3727"/>
                              </a:lnTo>
                              <a:close/>
                              <a:moveTo>
                                <a:pt x="683" y="4662"/>
                              </a:moveTo>
                              <a:lnTo>
                                <a:pt x="683" y="4662"/>
                              </a:lnTo>
                              <a:lnTo>
                                <a:pt x="684" y="4648"/>
                              </a:lnTo>
                              <a:lnTo>
                                <a:pt x="686" y="4636"/>
                              </a:lnTo>
                              <a:lnTo>
                                <a:pt x="689" y="4624"/>
                              </a:lnTo>
                              <a:lnTo>
                                <a:pt x="693" y="4611"/>
                              </a:lnTo>
                              <a:lnTo>
                                <a:pt x="699" y="4601"/>
                              </a:lnTo>
                              <a:lnTo>
                                <a:pt x="705" y="4590"/>
                              </a:lnTo>
                              <a:lnTo>
                                <a:pt x="712" y="4580"/>
                              </a:lnTo>
                              <a:lnTo>
                                <a:pt x="721" y="4572"/>
                              </a:lnTo>
                              <a:lnTo>
                                <a:pt x="730" y="4563"/>
                              </a:lnTo>
                              <a:lnTo>
                                <a:pt x="740" y="4556"/>
                              </a:lnTo>
                              <a:lnTo>
                                <a:pt x="750" y="4548"/>
                              </a:lnTo>
                              <a:lnTo>
                                <a:pt x="762" y="4543"/>
                              </a:lnTo>
                              <a:lnTo>
                                <a:pt x="773" y="4539"/>
                              </a:lnTo>
                              <a:lnTo>
                                <a:pt x="786" y="4536"/>
                              </a:lnTo>
                              <a:lnTo>
                                <a:pt x="799" y="4534"/>
                              </a:lnTo>
                              <a:lnTo>
                                <a:pt x="812" y="4534"/>
                              </a:lnTo>
                              <a:lnTo>
                                <a:pt x="1224" y="4534"/>
                              </a:lnTo>
                              <a:lnTo>
                                <a:pt x="1237" y="4534"/>
                              </a:lnTo>
                              <a:lnTo>
                                <a:pt x="1251" y="4536"/>
                              </a:lnTo>
                              <a:lnTo>
                                <a:pt x="1262" y="4539"/>
                              </a:lnTo>
                              <a:lnTo>
                                <a:pt x="1274" y="4543"/>
                              </a:lnTo>
                              <a:lnTo>
                                <a:pt x="1285" y="4548"/>
                              </a:lnTo>
                              <a:lnTo>
                                <a:pt x="1296" y="4556"/>
                              </a:lnTo>
                              <a:lnTo>
                                <a:pt x="1306" y="4563"/>
                              </a:lnTo>
                              <a:lnTo>
                                <a:pt x="1315" y="4572"/>
                              </a:lnTo>
                              <a:lnTo>
                                <a:pt x="1323" y="4580"/>
                              </a:lnTo>
                              <a:lnTo>
                                <a:pt x="1331" y="4590"/>
                              </a:lnTo>
                              <a:lnTo>
                                <a:pt x="1337" y="4601"/>
                              </a:lnTo>
                              <a:lnTo>
                                <a:pt x="1343" y="4611"/>
                              </a:lnTo>
                              <a:lnTo>
                                <a:pt x="1347" y="4624"/>
                              </a:lnTo>
                              <a:lnTo>
                                <a:pt x="1350" y="4636"/>
                              </a:lnTo>
                              <a:lnTo>
                                <a:pt x="1353" y="4648"/>
                              </a:lnTo>
                              <a:lnTo>
                                <a:pt x="1353" y="4662"/>
                              </a:lnTo>
                              <a:lnTo>
                                <a:pt x="1353" y="5026"/>
                              </a:lnTo>
                              <a:lnTo>
                                <a:pt x="1353" y="5039"/>
                              </a:lnTo>
                              <a:lnTo>
                                <a:pt x="1350" y="5052"/>
                              </a:lnTo>
                              <a:lnTo>
                                <a:pt x="1347" y="5064"/>
                              </a:lnTo>
                              <a:lnTo>
                                <a:pt x="1343" y="5076"/>
                              </a:lnTo>
                              <a:lnTo>
                                <a:pt x="1337" y="5088"/>
                              </a:lnTo>
                              <a:lnTo>
                                <a:pt x="1331" y="5098"/>
                              </a:lnTo>
                              <a:lnTo>
                                <a:pt x="1323" y="5108"/>
                              </a:lnTo>
                              <a:lnTo>
                                <a:pt x="1315" y="5117"/>
                              </a:lnTo>
                              <a:lnTo>
                                <a:pt x="1306" y="5125"/>
                              </a:lnTo>
                              <a:lnTo>
                                <a:pt x="1296" y="5133"/>
                              </a:lnTo>
                              <a:lnTo>
                                <a:pt x="1285" y="5139"/>
                              </a:lnTo>
                              <a:lnTo>
                                <a:pt x="1274" y="5144"/>
                              </a:lnTo>
                              <a:lnTo>
                                <a:pt x="1262" y="5149"/>
                              </a:lnTo>
                              <a:lnTo>
                                <a:pt x="1251" y="5152"/>
                              </a:lnTo>
                              <a:lnTo>
                                <a:pt x="1237" y="5154"/>
                              </a:lnTo>
                              <a:lnTo>
                                <a:pt x="1224" y="5155"/>
                              </a:lnTo>
                              <a:lnTo>
                                <a:pt x="812" y="5155"/>
                              </a:lnTo>
                              <a:lnTo>
                                <a:pt x="799" y="5154"/>
                              </a:lnTo>
                              <a:lnTo>
                                <a:pt x="786" y="5152"/>
                              </a:lnTo>
                              <a:lnTo>
                                <a:pt x="773" y="5149"/>
                              </a:lnTo>
                              <a:lnTo>
                                <a:pt x="762" y="5144"/>
                              </a:lnTo>
                              <a:lnTo>
                                <a:pt x="750" y="5139"/>
                              </a:lnTo>
                              <a:lnTo>
                                <a:pt x="740" y="5133"/>
                              </a:lnTo>
                              <a:lnTo>
                                <a:pt x="730" y="5125"/>
                              </a:lnTo>
                              <a:lnTo>
                                <a:pt x="721" y="5117"/>
                              </a:lnTo>
                              <a:lnTo>
                                <a:pt x="712" y="5108"/>
                              </a:lnTo>
                              <a:lnTo>
                                <a:pt x="705" y="5098"/>
                              </a:lnTo>
                              <a:lnTo>
                                <a:pt x="699" y="5088"/>
                              </a:lnTo>
                              <a:lnTo>
                                <a:pt x="693" y="5076"/>
                              </a:lnTo>
                              <a:lnTo>
                                <a:pt x="689" y="5064"/>
                              </a:lnTo>
                              <a:lnTo>
                                <a:pt x="686" y="5052"/>
                              </a:lnTo>
                              <a:lnTo>
                                <a:pt x="684" y="5039"/>
                              </a:lnTo>
                              <a:lnTo>
                                <a:pt x="683" y="5026"/>
                              </a:lnTo>
                              <a:lnTo>
                                <a:pt x="683" y="4662"/>
                              </a:lnTo>
                              <a:close/>
                              <a:moveTo>
                                <a:pt x="1679" y="4662"/>
                              </a:moveTo>
                              <a:lnTo>
                                <a:pt x="1679" y="4662"/>
                              </a:lnTo>
                              <a:lnTo>
                                <a:pt x="1679" y="4648"/>
                              </a:lnTo>
                              <a:lnTo>
                                <a:pt x="1682" y="4636"/>
                              </a:lnTo>
                              <a:lnTo>
                                <a:pt x="1685" y="4624"/>
                              </a:lnTo>
                              <a:lnTo>
                                <a:pt x="1689" y="4611"/>
                              </a:lnTo>
                              <a:lnTo>
                                <a:pt x="1695" y="4601"/>
                              </a:lnTo>
                              <a:lnTo>
                                <a:pt x="1702" y="4590"/>
                              </a:lnTo>
                              <a:lnTo>
                                <a:pt x="1709" y="4580"/>
                              </a:lnTo>
                              <a:lnTo>
                                <a:pt x="1717" y="4572"/>
                              </a:lnTo>
                              <a:lnTo>
                                <a:pt x="1726" y="4563"/>
                              </a:lnTo>
                              <a:lnTo>
                                <a:pt x="1736" y="4556"/>
                              </a:lnTo>
                              <a:lnTo>
                                <a:pt x="1747" y="4548"/>
                              </a:lnTo>
                              <a:lnTo>
                                <a:pt x="1757" y="4543"/>
                              </a:lnTo>
                              <a:lnTo>
                                <a:pt x="1770" y="4539"/>
                              </a:lnTo>
                              <a:lnTo>
                                <a:pt x="1781" y="4536"/>
                              </a:lnTo>
                              <a:lnTo>
                                <a:pt x="1794" y="4534"/>
                              </a:lnTo>
                              <a:lnTo>
                                <a:pt x="1808" y="4534"/>
                              </a:lnTo>
                              <a:lnTo>
                                <a:pt x="2220" y="4534"/>
                              </a:lnTo>
                              <a:lnTo>
                                <a:pt x="2233" y="4534"/>
                              </a:lnTo>
                              <a:lnTo>
                                <a:pt x="2246" y="4536"/>
                              </a:lnTo>
                              <a:lnTo>
                                <a:pt x="2259" y="4539"/>
                              </a:lnTo>
                              <a:lnTo>
                                <a:pt x="2270" y="4543"/>
                              </a:lnTo>
                              <a:lnTo>
                                <a:pt x="2281" y="4548"/>
                              </a:lnTo>
                              <a:lnTo>
                                <a:pt x="2291" y="4556"/>
                              </a:lnTo>
                              <a:lnTo>
                                <a:pt x="2302" y="4563"/>
                              </a:lnTo>
                              <a:lnTo>
                                <a:pt x="2311" y="4572"/>
                              </a:lnTo>
                              <a:lnTo>
                                <a:pt x="2319" y="4580"/>
                              </a:lnTo>
                              <a:lnTo>
                                <a:pt x="2327" y="4590"/>
                              </a:lnTo>
                              <a:lnTo>
                                <a:pt x="2333" y="4601"/>
                              </a:lnTo>
                              <a:lnTo>
                                <a:pt x="2339" y="4611"/>
                              </a:lnTo>
                              <a:lnTo>
                                <a:pt x="2343" y="4624"/>
                              </a:lnTo>
                              <a:lnTo>
                                <a:pt x="2346" y="4636"/>
                              </a:lnTo>
                              <a:lnTo>
                                <a:pt x="2348" y="4648"/>
                              </a:lnTo>
                              <a:lnTo>
                                <a:pt x="2348" y="4662"/>
                              </a:lnTo>
                              <a:lnTo>
                                <a:pt x="2348" y="5026"/>
                              </a:lnTo>
                              <a:lnTo>
                                <a:pt x="2348" y="5039"/>
                              </a:lnTo>
                              <a:lnTo>
                                <a:pt x="2346" y="5052"/>
                              </a:lnTo>
                              <a:lnTo>
                                <a:pt x="2343" y="5064"/>
                              </a:lnTo>
                              <a:lnTo>
                                <a:pt x="2339" y="5076"/>
                              </a:lnTo>
                              <a:lnTo>
                                <a:pt x="2333" y="5088"/>
                              </a:lnTo>
                              <a:lnTo>
                                <a:pt x="2327" y="5098"/>
                              </a:lnTo>
                              <a:lnTo>
                                <a:pt x="2319" y="5108"/>
                              </a:lnTo>
                              <a:lnTo>
                                <a:pt x="2311" y="5117"/>
                              </a:lnTo>
                              <a:lnTo>
                                <a:pt x="2302" y="5125"/>
                              </a:lnTo>
                              <a:lnTo>
                                <a:pt x="2291" y="5133"/>
                              </a:lnTo>
                              <a:lnTo>
                                <a:pt x="2281" y="5139"/>
                              </a:lnTo>
                              <a:lnTo>
                                <a:pt x="2270" y="5144"/>
                              </a:lnTo>
                              <a:lnTo>
                                <a:pt x="2259" y="5149"/>
                              </a:lnTo>
                              <a:lnTo>
                                <a:pt x="2246" y="5152"/>
                              </a:lnTo>
                              <a:lnTo>
                                <a:pt x="2233" y="5154"/>
                              </a:lnTo>
                              <a:lnTo>
                                <a:pt x="2220" y="5155"/>
                              </a:lnTo>
                              <a:lnTo>
                                <a:pt x="1808" y="5155"/>
                              </a:lnTo>
                              <a:lnTo>
                                <a:pt x="1794" y="5154"/>
                              </a:lnTo>
                              <a:lnTo>
                                <a:pt x="1781" y="5152"/>
                              </a:lnTo>
                              <a:lnTo>
                                <a:pt x="1770" y="5149"/>
                              </a:lnTo>
                              <a:lnTo>
                                <a:pt x="1757" y="5144"/>
                              </a:lnTo>
                              <a:lnTo>
                                <a:pt x="1747" y="5139"/>
                              </a:lnTo>
                              <a:lnTo>
                                <a:pt x="1736" y="5133"/>
                              </a:lnTo>
                              <a:lnTo>
                                <a:pt x="1726" y="5125"/>
                              </a:lnTo>
                              <a:lnTo>
                                <a:pt x="1717" y="5117"/>
                              </a:lnTo>
                              <a:lnTo>
                                <a:pt x="1709" y="5108"/>
                              </a:lnTo>
                              <a:lnTo>
                                <a:pt x="1702" y="5098"/>
                              </a:lnTo>
                              <a:lnTo>
                                <a:pt x="1695" y="5088"/>
                              </a:lnTo>
                              <a:lnTo>
                                <a:pt x="1689" y="5076"/>
                              </a:lnTo>
                              <a:lnTo>
                                <a:pt x="1685" y="5064"/>
                              </a:lnTo>
                              <a:lnTo>
                                <a:pt x="1682" y="5052"/>
                              </a:lnTo>
                              <a:lnTo>
                                <a:pt x="1679" y="5039"/>
                              </a:lnTo>
                              <a:lnTo>
                                <a:pt x="1679" y="5026"/>
                              </a:lnTo>
                              <a:lnTo>
                                <a:pt x="1679" y="46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DB27D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手机" o:spid="_x0000_s1026" o:spt="100" style="position:absolute;left:0pt;margin-left:86.3pt;margin-top:578.85pt;height:16.95pt;width:9.2pt;z-index:251985920;v-text-anchor:middle;mso-width-relative:page;mso-height-relative:page;" fillcolor="#7DB27D" filled="t" stroked="f" coordsize="3056,5968" o:gfxdata="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" path="m2407,725l2407,239,2406,215,2403,191,2396,168,2388,147,2379,126,2366,106,2352,87,2338,70,2320,54,2302,40,2282,29,2261,18,2239,11,2217,5,2192,2,2168,0,2144,2,2120,5,2097,11,2075,18,2054,29,2035,40,2016,54,1999,70,1983,87,1970,106,1958,126,1948,147,1940,168,1934,191,1931,215,1930,239,1930,689,887,689,841,690,795,693,751,700,708,707,665,716,623,729,582,743,541,758,502,776,464,796,426,817,391,840,356,866,322,892,290,919,259,949,230,979,203,1012,176,1045,151,1080,128,1116,107,1153,87,1191,69,1230,53,1270,40,1312,27,1354,18,1396,9,1440,4,1485,1,1530,0,1575,0,5081,1,5128,4,5172,9,5217,18,5260,27,5303,40,5345,53,5386,69,5426,87,5466,107,5504,128,5541,151,5577,176,5612,203,5646,230,5677,259,5709,290,5737,322,5766,356,5792,391,5817,426,5840,464,5861,502,5880,541,5898,582,5914,623,5928,665,5940,708,5951,751,5958,795,5963,841,5967,887,5968,2168,5968,2214,5967,2259,5963,2303,5958,2347,5951,2390,5940,2432,5928,2473,5914,2513,5898,2553,5880,2591,5861,2628,5840,2664,5817,2699,5792,2733,5766,2764,5737,2795,5709,2824,5677,2853,5646,2879,5612,2904,5577,2926,5541,2948,5504,2967,5466,2985,5426,3001,5386,3016,5345,3027,5303,3038,5260,3045,5217,3050,5172,3054,5128,3056,5081,3056,1575,3054,1537,3052,1500,3048,1463,3043,1427,3036,1390,3027,1355,3018,1321,3006,1286,2993,1252,2980,1220,2965,1187,2948,1156,2930,1125,2913,1095,2893,1065,2872,1037,2848,1010,2825,983,2801,958,2776,933,2750,910,2723,887,2695,866,2666,846,2636,826,2606,808,2574,791,2543,775,2510,760,2476,748,2442,735,2407,725xm600,1693l600,1693,601,1675,602,1657,604,1639,607,1621,611,1604,617,1588,622,1571,628,1555,636,1539,643,1524,652,1509,661,1494,671,1480,682,1467,693,1454,705,1442,718,1430,730,1418,744,1408,758,1398,772,1389,787,1381,802,1372,818,1365,834,1359,850,1353,868,1348,885,1345,902,1342,919,1339,938,1337,956,1337,2099,1337,2117,1337,2136,1339,2154,1342,2170,1345,2188,1348,2205,1353,2221,1359,2238,1365,2253,1372,2268,1381,2284,1389,2298,1398,2312,1408,2325,1418,2339,1430,2350,1442,2363,1454,2373,1467,2384,1480,2394,1494,2404,1509,2412,1524,2420,1539,2427,1555,2433,1571,2438,1588,2444,1604,2448,1621,2451,1639,2453,1657,2454,1675,2455,1693,2455,2702,2454,2721,2453,2739,2451,2756,2448,2774,2444,2791,2438,2808,2433,2825,2427,2840,2420,2856,2412,2872,2404,2887,2394,2901,2384,2915,2373,2929,2363,2941,2350,2954,2339,2966,2325,2977,2312,2988,2298,2997,2284,3007,2268,3015,2253,3023,2238,3030,2221,3036,2205,3042,2188,3046,2170,3051,2154,3054,2136,3056,2117,3058,2099,3058,956,3058,938,3058,919,3056,902,3054,885,3051,868,3046,850,3042,834,3036,818,3030,802,3023,787,3015,772,3007,758,2997,744,2988,730,2977,718,2966,705,2954,693,2941,682,2929,671,2915,661,2901,652,2887,643,2872,636,2856,628,2840,622,2825,617,2808,611,2791,607,2774,604,2756,602,2739,601,2721,600,2702,600,1693xm683,3727l683,3727,684,3714,686,3700,689,3689,693,3676,699,3666,705,3655,712,3645,721,3636,730,3628,740,3620,750,3614,762,3609,773,3604,786,3600,799,3599,812,3598,1224,3598,1237,3599,1251,3600,1262,3604,1274,3609,1285,3614,1296,3620,1306,3628,1315,3636,1323,3645,1331,3655,1337,3666,1343,3676,1347,3689,1350,3700,1353,3714,1353,3727,1353,4091,1353,4104,1350,4116,1347,4129,1343,4141,1337,4152,1331,4163,1323,4172,1315,4182,1306,4190,1296,4197,1285,4204,1274,4209,1262,4213,1251,4216,1237,4218,1224,4219,812,4219,799,4218,786,4216,773,4213,762,4209,750,4204,740,4197,730,4190,721,4182,712,4172,705,4163,699,4152,693,4141,689,4129,686,4116,684,4104,683,4091,683,3727xm1679,3727l1679,3727,1679,3714,1682,3700,1685,3689,1689,3676,1695,3666,1702,3655,1709,3645,1717,3636,1726,3628,1736,3620,1747,3614,1757,3609,1770,3604,1781,3600,1794,3599,1808,3598,2220,3598,2233,3599,2246,3600,2259,3604,2270,3609,2281,3614,2291,3620,2302,3628,2311,3636,2319,3645,2327,3655,2333,3666,2339,3676,2343,3689,2346,3700,2348,3714,2348,3727,2348,4091,2348,4104,2346,4116,2343,4129,2339,4141,2333,4152,2327,4163,2319,4172,2311,4182,2302,4190,2291,4197,2281,4204,2270,4209,2259,4213,2246,4216,2233,4218,2220,4219,1808,4219,1794,4218,1781,4216,1770,4213,1757,4209,1747,4204,1736,4197,1726,4190,1717,4182,1709,4172,1702,4163,1695,4152,1689,4141,1685,4129,1682,4116,1679,4104,1679,4091,1679,3727xm683,4662l683,4662,684,4648,686,4636,689,4624,693,4611,699,4601,705,4590,712,4580,721,4572,730,4563,740,4556,750,4548,762,4543,773,4539,786,4536,799,4534,812,4534,1224,4534,1237,4534,1251,4536,1262,4539,1274,4543,1285,4548,1296,4556,1306,4563,1315,4572,1323,4580,1331,4590,1337,4601,1343,4611,1347,4624,1350,4636,1353,4648,1353,4662,1353,5026,1353,5039,1350,5052,1347,5064,1343,5076,1337,5088,1331,5098,1323,5108,1315,5117,1306,5125,1296,5133,1285,5139,1274,5144,1262,5149,1251,5152,1237,5154,1224,5155,812,5155,799,5154,786,5152,773,5149,762,5144,750,5139,740,5133,730,5125,721,5117,712,5108,705,5098,699,5088,693,5076,689,5064,686,5052,684,5039,683,5026,683,4662xm1679,4662l1679,4662,1679,4648,1682,4636,1685,4624,1689,4611,1695,4601,1702,4590,1709,4580,1717,4572,1726,4563,1736,4556,1747,4548,1757,4543,1770,4539,1781,4536,1794,4534,1808,4534,2220,4534,2233,4534,2246,4536,2259,4539,2270,4543,2281,4548,2291,4556,2302,4563,2311,4572,2319,4580,2327,4590,2333,4601,2339,4611,2343,4624,2346,4636,2348,4648,2348,4662,2348,5026,2348,5039,2346,5052,2343,5064,2339,5076,2333,5088,2327,5098,2319,5108,2311,5117,2302,5125,2291,5133,2281,5139,2270,5144,2259,5149,2246,5152,2233,5154,2220,5155,1808,5155,1794,5154,1781,5152,1770,5149,1757,5144,1747,5139,1736,5133,1726,5125,1717,5117,1709,5108,1702,5098,1695,5088,1689,5076,1685,5064,1682,5052,1679,5039,1679,5026,1679,4662xe">
                <v:path o:connectlocs="28684946,1001696;26440899,0;24026104,1220424;10256839,7944389;5195480,9406589;1561090,12849170;12196,17615804;646405,62012190;3536818,66053459;8110324,68390714;28087364,68597972;32916955,66686701;36185493,62933271;37270927,18133912;36502597,14414999;34160942,11030022;30611927,8750334;7402976,18663525;8317662,16890439;9976323,15716040;25599353,15393683;27660493,15900285;29197191,17201289;29916736,19078004;29733791,32330148;28660553,34011148;26892163,35024351;11208114,35185547;9244544,34506243;7842005,33067019;7317602,31109724;8683551,41967044;14927877,41425888;16135275,41967044;16501164,47251785;15671853,48403136;9427489,48506764;8403036,47539623;20599014,42323955;21721037,41448936;27941009,41679206;28636161,42911137;28184935,48149817;22050338,48575838;20757566,47931089;8342054,53515174;9146973,52363824;15391337,52260195;16427986,53238843;16306023,58581152;15086429,59341036;8903085,59007137;8329858,53676371;20940511,52640119;27075070,52202628;28380038,52847377;28611768,58166673;27684886,59225901;21428326,59225901;20513640,58166673" o:connectangles="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w:rPr>
          <w:shd w:val="clear" w:color="FFFFFF" w:fill="D9D9D9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>
                <wp:simplePos x="0" y="0"/>
                <wp:positionH relativeFrom="column">
                  <wp:posOffset>817880</wp:posOffset>
                </wp:positionH>
                <wp:positionV relativeFrom="paragraph">
                  <wp:posOffset>6807835</wp:posOffset>
                </wp:positionV>
                <wp:extent cx="3638550" cy="1800860"/>
                <wp:effectExtent l="0" t="0" r="0" b="0"/>
                <wp:wrapNone/>
                <wp:docPr id="21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18008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3"/>
                              <w:tblW w:w="5303" w:type="dxa"/>
                              <w:tblInd w:w="168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626"/>
                              <w:gridCol w:w="4677"/>
                            </w:tblGrid>
                            <w:tr>
                              <w:tblPrEx>
                                <w:tblLayout w:type="fixed"/>
                              </w:tblPrEx>
                              <w:tc>
                                <w:tcPr>
                                  <w:tcW w:w="626" w:type="dxa"/>
                                  <w:tcBorders>
                                    <w:top w:val="nil"/>
                                    <w:left w:val="nil"/>
                                    <w:bottom w:val="single" w:color="A4A4A4" w:themeColor="background1" w:themeShade="A5" w:sz="4" w:space="0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center"/>
                                    <w:rPr>
                                      <w:rFonts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7" w:type="dxa"/>
                                  <w:tcBorders>
                                    <w:top w:val="nil"/>
                                    <w:left w:val="nil"/>
                                    <w:bottom w:val="single" w:color="A4A4A4" w:themeColor="background1" w:themeShade="A5" w:sz="4" w:space="0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  <w:t>姓名：</w:t>
                                  </w:r>
                                  <w:r>
                                    <w:rPr>
                                      <w:rFonts w:hint="eastAsia"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  <w:lang w:eastAsia="zh-CN"/>
                                    </w:rPr>
                                    <w:t>幸运日素材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626" w:type="dxa"/>
                                  <w:tcBorders>
                                    <w:top w:val="single" w:color="A4A4A4" w:themeColor="background1" w:themeShade="A5" w:sz="4" w:space="0"/>
                                    <w:left w:val="nil"/>
                                    <w:bottom w:val="single" w:color="A4A4A4" w:themeColor="background1" w:themeShade="A5" w:sz="4" w:space="0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center"/>
                                    <w:rPr>
                                      <w:rFonts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7" w:type="dxa"/>
                                  <w:tcBorders>
                                    <w:top w:val="single" w:color="A4A4A4" w:themeColor="background1" w:themeShade="A5" w:sz="4" w:space="0"/>
                                    <w:left w:val="nil"/>
                                    <w:bottom w:val="single" w:color="A4A4A4" w:themeColor="background1" w:themeShade="A5" w:sz="4" w:space="0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  <w:t>电话：188-0000-0000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626" w:type="dxa"/>
                                  <w:tcBorders>
                                    <w:top w:val="single" w:color="A4A4A4" w:themeColor="background1" w:themeShade="A5" w:sz="4" w:space="0"/>
                                    <w:left w:val="nil"/>
                                    <w:bottom w:val="single" w:color="A4A4A4" w:themeColor="background1" w:themeShade="A5" w:sz="4" w:space="0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center"/>
                                    <w:rPr>
                                      <w:rFonts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7" w:type="dxa"/>
                                  <w:tcBorders>
                                    <w:top w:val="single" w:color="A4A4A4" w:themeColor="background1" w:themeShade="A5" w:sz="4" w:space="0"/>
                                    <w:left w:val="nil"/>
                                    <w:bottom w:val="single" w:color="A4A4A4" w:themeColor="background1" w:themeShade="A5" w:sz="4" w:space="0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  <w:t>邮箱：</w:t>
                                  </w:r>
                                  <w:r>
                                    <w:rPr>
                                      <w:rFonts w:hint="eastAsia"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xingyunri</w:t>
                                  </w:r>
                                  <w:r>
                                    <w:rPr>
                                      <w:rFonts w:hint="eastAsia"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  <w:t>@gmail.com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626" w:type="dxa"/>
                                  <w:tcBorders>
                                    <w:top w:val="single" w:color="A4A4A4" w:themeColor="background1" w:themeShade="A5" w:sz="4" w:space="0"/>
                                    <w:left w:val="nil"/>
                                    <w:bottom w:val="single" w:color="A4A4A4" w:themeColor="background1" w:themeShade="A5" w:sz="4" w:space="0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center"/>
                                    <w:rPr>
                                      <w:rFonts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7" w:type="dxa"/>
                                  <w:tcBorders>
                                    <w:top w:val="single" w:color="A4A4A4" w:themeColor="background1" w:themeShade="A5" w:sz="4" w:space="0"/>
                                    <w:left w:val="nil"/>
                                    <w:bottom w:val="single" w:color="A4A4A4" w:themeColor="background1" w:themeShade="A5" w:sz="4" w:space="0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  <w:t>求职意向：美术主编类相关职位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jc w:val="left"/>
                              <w:rPr>
                                <w:rFonts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horz" wrap="square" lIns="91439" tIns="45719" rIns="91439" bIns="45719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26" o:spt="202" type="#_x0000_t202" style="position:absolute;left:0pt;margin-left:64.4pt;margin-top:536.05pt;height:141.8pt;width:286.5pt;z-index:251983872;mso-width-relative:page;mso-height-relative:page;" fillcolor="#FFFFFF" filled="t" stroked="f" coordsize="21600,21600" o:gfxdata="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lFYzvaAAAADQEAAA8AAAAAAAAAAQAgAAAAIgAAAGRycy9kb3ducmV2LnhtbFBLAQIUABQAAAAI&#10;AIdO4kCstmDO6wEAAKsDAAAOAAAAAAAAAAEAIAAAACkBAABkcnMvZTJvRG9jLnhtbFBLBQYAAAAA&#10;BgAGAFkBAACGBQAAAAA=&#10;">
                <v:fill on="t" opacity="0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tbl>
                      <w:tblPr>
                        <w:tblStyle w:val="3"/>
                        <w:tblW w:w="5303" w:type="dxa"/>
                        <w:tblInd w:w="168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626"/>
                        <w:gridCol w:w="4677"/>
                      </w:tblGrid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626" w:type="dxa"/>
                            <w:tcBorders>
                              <w:top w:val="nil"/>
                              <w:left w:val="nil"/>
                              <w:bottom w:val="single" w:color="A4A4A4" w:themeColor="background1" w:themeShade="A5" w:sz="4" w:space="0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center"/>
                              <w:rPr>
                                <w:rFonts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677" w:type="dxa"/>
                            <w:tcBorders>
                              <w:top w:val="nil"/>
                              <w:left w:val="nil"/>
                              <w:bottom w:val="single" w:color="A4A4A4" w:themeColor="background1" w:themeShade="A5" w:sz="4" w:space="0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幼圆" w:hAnsi="幼圆" w:eastAsia="幼圆" w:cs="幼圆"/>
                                <w:color w:val="3F3F3F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  <w:t>姓名：</w:t>
                            </w:r>
                            <w:r>
                              <w:rPr>
                                <w:rFonts w:hint="eastAsia" w:ascii="幼圆" w:hAnsi="幼圆" w:eastAsia="幼圆" w:cs="幼圆"/>
                                <w:color w:val="3F3F3F"/>
                                <w:sz w:val="28"/>
                                <w:szCs w:val="28"/>
                                <w:lang w:eastAsia="zh-CN"/>
                              </w:rPr>
                              <w:t>幸运日素材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626" w:type="dxa"/>
                            <w:tcBorders>
                              <w:top w:val="single" w:color="A4A4A4" w:themeColor="background1" w:themeShade="A5" w:sz="4" w:space="0"/>
                              <w:left w:val="nil"/>
                              <w:bottom w:val="single" w:color="A4A4A4" w:themeColor="background1" w:themeShade="A5" w:sz="4" w:space="0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center"/>
                              <w:rPr>
                                <w:rFonts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677" w:type="dxa"/>
                            <w:tcBorders>
                              <w:top w:val="single" w:color="A4A4A4" w:themeColor="background1" w:themeShade="A5" w:sz="4" w:space="0"/>
                              <w:left w:val="nil"/>
                              <w:bottom w:val="single" w:color="A4A4A4" w:themeColor="background1" w:themeShade="A5" w:sz="4" w:space="0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  <w:t>电话：188-0000-0000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626" w:type="dxa"/>
                            <w:tcBorders>
                              <w:top w:val="single" w:color="A4A4A4" w:themeColor="background1" w:themeShade="A5" w:sz="4" w:space="0"/>
                              <w:left w:val="nil"/>
                              <w:bottom w:val="single" w:color="A4A4A4" w:themeColor="background1" w:themeShade="A5" w:sz="4" w:space="0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center"/>
                              <w:rPr>
                                <w:rFonts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677" w:type="dxa"/>
                            <w:tcBorders>
                              <w:top w:val="single" w:color="A4A4A4" w:themeColor="background1" w:themeShade="A5" w:sz="4" w:space="0"/>
                              <w:left w:val="nil"/>
                              <w:bottom w:val="single" w:color="A4A4A4" w:themeColor="background1" w:themeShade="A5" w:sz="4" w:space="0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  <w:t>邮箱：</w:t>
                            </w:r>
                            <w:r>
                              <w:rPr>
                                <w:rFonts w:hint="eastAsia" w:ascii="幼圆" w:hAnsi="幼圆" w:eastAsia="幼圆" w:cs="幼圆"/>
                                <w:color w:val="3F3F3F"/>
                                <w:sz w:val="28"/>
                                <w:szCs w:val="28"/>
                                <w:lang w:val="en-US" w:eastAsia="zh-CN"/>
                              </w:rPr>
                              <w:t>xingyunri</w:t>
                            </w:r>
                            <w:r>
                              <w:rPr>
                                <w:rFonts w:hint="eastAsia"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  <w:t>@gmail.com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626" w:type="dxa"/>
                            <w:tcBorders>
                              <w:top w:val="single" w:color="A4A4A4" w:themeColor="background1" w:themeShade="A5" w:sz="4" w:space="0"/>
                              <w:left w:val="nil"/>
                              <w:bottom w:val="single" w:color="A4A4A4" w:themeColor="background1" w:themeShade="A5" w:sz="4" w:space="0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center"/>
                              <w:rPr>
                                <w:rFonts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677" w:type="dxa"/>
                            <w:tcBorders>
                              <w:top w:val="single" w:color="A4A4A4" w:themeColor="background1" w:themeShade="A5" w:sz="4" w:space="0"/>
                              <w:left w:val="nil"/>
                              <w:bottom w:val="single" w:color="A4A4A4" w:themeColor="background1" w:themeShade="A5" w:sz="4" w:space="0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  <w:t>求职意向：美术主编类相关职位</w:t>
                            </w:r>
                          </w:p>
                        </w:tc>
                      </w:tr>
                    </w:tbl>
                    <w:p>
                      <w:pPr>
                        <w:jc w:val="left"/>
                        <w:rPr>
                          <w:rFonts w:ascii="幼圆" w:hAnsi="幼圆" w:eastAsia="幼圆" w:cs="幼圆"/>
                          <w:color w:val="3F3F3F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84896" behindDoc="0" locked="0" layoutInCell="1" allowOverlap="1">
                <wp:simplePos x="0" y="0"/>
                <wp:positionH relativeFrom="column">
                  <wp:posOffset>1084580</wp:posOffset>
                </wp:positionH>
                <wp:positionV relativeFrom="paragraph">
                  <wp:posOffset>6980555</wp:posOffset>
                </wp:positionV>
                <wp:extent cx="139700" cy="177800"/>
                <wp:effectExtent l="0" t="0" r="12700" b="12700"/>
                <wp:wrapNone/>
                <wp:docPr id="12" name="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9700" cy="177800"/>
                        </a:xfrm>
                        <a:custGeom>
                          <a:avLst/>
                          <a:gdLst>
                            <a:gd name="T0" fmla="*/ 508479 w 1679575"/>
                            <a:gd name="T1" fmla="*/ 933537 h 2125662"/>
                            <a:gd name="T2" fmla="*/ 645344 w 1679575"/>
                            <a:gd name="T3" fmla="*/ 1004349 h 2125662"/>
                            <a:gd name="T4" fmla="*/ 637947 w 1679575"/>
                            <a:gd name="T5" fmla="*/ 1045870 h 2125662"/>
                            <a:gd name="T6" fmla="*/ 629410 w 1679575"/>
                            <a:gd name="T7" fmla="*/ 1095637 h 2125662"/>
                            <a:gd name="T8" fmla="*/ 645913 w 1679575"/>
                            <a:gd name="T9" fmla="*/ 1148533 h 2125662"/>
                            <a:gd name="T10" fmla="*/ 923628 w 1679575"/>
                            <a:gd name="T11" fmla="*/ 1679766 h 2125662"/>
                            <a:gd name="T12" fmla="*/ 886068 w 1679575"/>
                            <a:gd name="T13" fmla="*/ 1137442 h 2125662"/>
                            <a:gd name="T14" fmla="*/ 896597 w 1679575"/>
                            <a:gd name="T15" fmla="*/ 1083408 h 2125662"/>
                            <a:gd name="T16" fmla="*/ 885214 w 1679575"/>
                            <a:gd name="T17" fmla="*/ 1039044 h 2125662"/>
                            <a:gd name="T18" fmla="*/ 917083 w 1679575"/>
                            <a:gd name="T19" fmla="*/ 999799 h 2125662"/>
                            <a:gd name="T20" fmla="*/ 1048543 w 1679575"/>
                            <a:gd name="T21" fmla="*/ 927280 h 2125662"/>
                            <a:gd name="T22" fmla="*/ 1168905 w 1679575"/>
                            <a:gd name="T23" fmla="*/ 933822 h 2125662"/>
                            <a:gd name="T24" fmla="*/ 1257397 w 1679575"/>
                            <a:gd name="T25" fmla="*/ 1021128 h 2125662"/>
                            <a:gd name="T26" fmla="*/ 1333655 w 1679575"/>
                            <a:gd name="T27" fmla="*/ 1118957 h 2125662"/>
                            <a:gd name="T28" fmla="*/ 1397392 w 1679575"/>
                            <a:gd name="T29" fmla="*/ 1227592 h 2125662"/>
                            <a:gd name="T30" fmla="*/ 1446903 w 1679575"/>
                            <a:gd name="T31" fmla="*/ 1349025 h 2125662"/>
                            <a:gd name="T32" fmla="*/ 1482186 w 1679575"/>
                            <a:gd name="T33" fmla="*/ 1483540 h 2125662"/>
                            <a:gd name="T34" fmla="*/ 1501820 w 1679575"/>
                            <a:gd name="T35" fmla="*/ 1632274 h 2125662"/>
                            <a:gd name="T36" fmla="*/ 1439790 w 1679575"/>
                            <a:gd name="T37" fmla="*/ 1742331 h 2125662"/>
                            <a:gd name="T38" fmla="*/ 1242601 w 1679575"/>
                            <a:gd name="T39" fmla="*/ 1826794 h 2125662"/>
                            <a:gd name="T40" fmla="*/ 1035738 w 1679575"/>
                            <a:gd name="T41" fmla="*/ 1881112 h 2125662"/>
                            <a:gd name="T42" fmla="*/ 822331 w 1679575"/>
                            <a:gd name="T43" fmla="*/ 1904432 h 2125662"/>
                            <a:gd name="T44" fmla="*/ 596403 w 1679575"/>
                            <a:gd name="T45" fmla="*/ 1894194 h 2125662"/>
                            <a:gd name="T46" fmla="*/ 373036 w 1679575"/>
                            <a:gd name="T47" fmla="*/ 1847838 h 2125662"/>
                            <a:gd name="T48" fmla="*/ 159344 w 1679575"/>
                            <a:gd name="T49" fmla="*/ 1766788 h 2125662"/>
                            <a:gd name="T50" fmla="*/ 0 w 1679575"/>
                            <a:gd name="T51" fmla="*/ 1676354 h 2125662"/>
                            <a:gd name="T52" fmla="*/ 15365 w 1679575"/>
                            <a:gd name="T53" fmla="*/ 1518519 h 2125662"/>
                            <a:gd name="T54" fmla="*/ 47234 w 1679575"/>
                            <a:gd name="T55" fmla="*/ 1376611 h 2125662"/>
                            <a:gd name="T56" fmla="*/ 94468 w 1679575"/>
                            <a:gd name="T57" fmla="*/ 1249206 h 2125662"/>
                            <a:gd name="T58" fmla="*/ 155930 w 1679575"/>
                            <a:gd name="T59" fmla="*/ 1135735 h 2125662"/>
                            <a:gd name="T60" fmla="*/ 230765 w 1679575"/>
                            <a:gd name="T61" fmla="*/ 1035348 h 2125662"/>
                            <a:gd name="T62" fmla="*/ 317835 w 1679575"/>
                            <a:gd name="T63" fmla="*/ 946334 h 2125662"/>
                            <a:gd name="T64" fmla="*/ 427669 w 1679575"/>
                            <a:gd name="T65" fmla="*/ 860449 h 2125662"/>
                            <a:gd name="T66" fmla="*/ 831848 w 1679575"/>
                            <a:gd name="T67" fmla="*/ 5125 h 2125662"/>
                            <a:gd name="T68" fmla="*/ 927152 w 1679575"/>
                            <a:gd name="T69" fmla="*/ 31035 h 2125662"/>
                            <a:gd name="T70" fmla="*/ 1013353 w 1679575"/>
                            <a:gd name="T71" fmla="*/ 76590 h 2125662"/>
                            <a:gd name="T72" fmla="*/ 1087035 w 1679575"/>
                            <a:gd name="T73" fmla="*/ 138945 h 2125662"/>
                            <a:gd name="T74" fmla="*/ 1145356 w 1679575"/>
                            <a:gd name="T75" fmla="*/ 215250 h 2125662"/>
                            <a:gd name="T76" fmla="*/ 1186607 w 1679575"/>
                            <a:gd name="T77" fmla="*/ 303514 h 2125662"/>
                            <a:gd name="T78" fmla="*/ 1207944 w 1679575"/>
                            <a:gd name="T79" fmla="*/ 401174 h 2125662"/>
                            <a:gd name="T80" fmla="*/ 1205383 w 1679575"/>
                            <a:gd name="T81" fmla="*/ 513924 h 2125662"/>
                            <a:gd name="T82" fmla="*/ 1172382 w 1679575"/>
                            <a:gd name="T83" fmla="*/ 626673 h 2125662"/>
                            <a:gd name="T84" fmla="*/ 1112924 w 1679575"/>
                            <a:gd name="T85" fmla="*/ 725187 h 2125662"/>
                            <a:gd name="T86" fmla="*/ 1030706 w 1679575"/>
                            <a:gd name="T87" fmla="*/ 804625 h 2125662"/>
                            <a:gd name="T88" fmla="*/ 915204 w 1679575"/>
                            <a:gd name="T89" fmla="*/ 867264 h 2125662"/>
                            <a:gd name="T90" fmla="*/ 837253 w 1679575"/>
                            <a:gd name="T91" fmla="*/ 887764 h 2125662"/>
                            <a:gd name="T92" fmla="*/ 753044 w 1679575"/>
                            <a:gd name="T93" fmla="*/ 893458 h 2125662"/>
                            <a:gd name="T94" fmla="*/ 658879 w 1679575"/>
                            <a:gd name="T95" fmla="*/ 881215 h 2125662"/>
                            <a:gd name="T96" fmla="*/ 572394 w 1679575"/>
                            <a:gd name="T97" fmla="*/ 850180 h 2125662"/>
                            <a:gd name="T98" fmla="*/ 494728 w 1679575"/>
                            <a:gd name="T99" fmla="*/ 802917 h 2125662"/>
                            <a:gd name="T100" fmla="*/ 424459 w 1679575"/>
                            <a:gd name="T101" fmla="*/ 736576 h 2125662"/>
                            <a:gd name="T102" fmla="*/ 366992 w 1679575"/>
                            <a:gd name="T103" fmla="*/ 651159 h 2125662"/>
                            <a:gd name="T104" fmla="*/ 330578 w 1679575"/>
                            <a:gd name="T105" fmla="*/ 553500 h 2125662"/>
                            <a:gd name="T106" fmla="*/ 317206 w 1679575"/>
                            <a:gd name="T107" fmla="*/ 446729 h 2125662"/>
                            <a:gd name="T108" fmla="*/ 328586 w 1679575"/>
                            <a:gd name="T109" fmla="*/ 345653 h 2125662"/>
                            <a:gd name="T110" fmla="*/ 361587 w 1679575"/>
                            <a:gd name="T111" fmla="*/ 253403 h 2125662"/>
                            <a:gd name="T112" fmla="*/ 412795 w 1679575"/>
                            <a:gd name="T113" fmla="*/ 171118 h 2125662"/>
                            <a:gd name="T114" fmla="*/ 479934 w 1679575"/>
                            <a:gd name="T115" fmla="*/ 101931 h 2125662"/>
                            <a:gd name="T116" fmla="*/ 560729 w 1679575"/>
                            <a:gd name="T117" fmla="*/ 48972 h 2125662"/>
                            <a:gd name="T118" fmla="*/ 652620 w 1679575"/>
                            <a:gd name="T119" fmla="*/ 13952 h 2125662"/>
                            <a:gd name="T120" fmla="*/ 752191 w 1679575"/>
                            <a:gd name="T121" fmla="*/ 0 h 2125662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679575" h="2125662">
                              <a:moveTo>
                                <a:pt x="481421" y="957262"/>
                              </a:moveTo>
                              <a:lnTo>
                                <a:pt x="484914" y="961070"/>
                              </a:lnTo>
                              <a:lnTo>
                                <a:pt x="490948" y="968686"/>
                              </a:lnTo>
                              <a:lnTo>
                                <a:pt x="497299" y="975667"/>
                              </a:lnTo>
                              <a:lnTo>
                                <a:pt x="510319" y="990264"/>
                              </a:lnTo>
                              <a:lnTo>
                                <a:pt x="523657" y="1003909"/>
                              </a:lnTo>
                              <a:lnTo>
                                <a:pt x="537947" y="1017237"/>
                              </a:lnTo>
                              <a:lnTo>
                                <a:pt x="552237" y="1029613"/>
                              </a:lnTo>
                              <a:lnTo>
                                <a:pt x="567480" y="1041671"/>
                              </a:lnTo>
                              <a:lnTo>
                                <a:pt x="583040" y="1053095"/>
                              </a:lnTo>
                              <a:lnTo>
                                <a:pt x="598601" y="1063884"/>
                              </a:lnTo>
                              <a:lnTo>
                                <a:pt x="615114" y="1074039"/>
                              </a:lnTo>
                              <a:lnTo>
                                <a:pt x="631627" y="1083558"/>
                              </a:lnTo>
                              <a:lnTo>
                                <a:pt x="649093" y="1092126"/>
                              </a:lnTo>
                              <a:lnTo>
                                <a:pt x="666241" y="1100377"/>
                              </a:lnTo>
                              <a:lnTo>
                                <a:pt x="684025" y="1107993"/>
                              </a:lnTo>
                              <a:lnTo>
                                <a:pt x="701808" y="1114657"/>
                              </a:lnTo>
                              <a:lnTo>
                                <a:pt x="720226" y="1120686"/>
                              </a:lnTo>
                              <a:lnTo>
                                <a:pt x="738645" y="1125763"/>
                              </a:lnTo>
                              <a:lnTo>
                                <a:pt x="734517" y="1130840"/>
                              </a:lnTo>
                              <a:lnTo>
                                <a:pt x="730706" y="1135283"/>
                              </a:lnTo>
                              <a:lnTo>
                                <a:pt x="727213" y="1140043"/>
                              </a:lnTo>
                              <a:lnTo>
                                <a:pt x="723402" y="1145437"/>
                              </a:lnTo>
                              <a:lnTo>
                                <a:pt x="720544" y="1150515"/>
                              </a:lnTo>
                              <a:lnTo>
                                <a:pt x="717368" y="1155909"/>
                              </a:lnTo>
                              <a:lnTo>
                                <a:pt x="714510" y="1161304"/>
                              </a:lnTo>
                              <a:lnTo>
                                <a:pt x="711970" y="1167016"/>
                              </a:lnTo>
                              <a:lnTo>
                                <a:pt x="710064" y="1172410"/>
                              </a:lnTo>
                              <a:lnTo>
                                <a:pt x="708159" y="1178439"/>
                              </a:lnTo>
                              <a:lnTo>
                                <a:pt x="706254" y="1184151"/>
                              </a:lnTo>
                              <a:lnTo>
                                <a:pt x="704983" y="1190498"/>
                              </a:lnTo>
                              <a:lnTo>
                                <a:pt x="704031" y="1196210"/>
                              </a:lnTo>
                              <a:lnTo>
                                <a:pt x="702761" y="1202556"/>
                              </a:lnTo>
                              <a:lnTo>
                                <a:pt x="702443" y="1208903"/>
                              </a:lnTo>
                              <a:lnTo>
                                <a:pt x="702125" y="1215249"/>
                              </a:lnTo>
                              <a:lnTo>
                                <a:pt x="702443" y="1222548"/>
                              </a:lnTo>
                              <a:lnTo>
                                <a:pt x="703078" y="1229529"/>
                              </a:lnTo>
                              <a:lnTo>
                                <a:pt x="704348" y="1236510"/>
                              </a:lnTo>
                              <a:lnTo>
                                <a:pt x="705619" y="1243174"/>
                              </a:lnTo>
                              <a:lnTo>
                                <a:pt x="707206" y="1249838"/>
                              </a:lnTo>
                              <a:lnTo>
                                <a:pt x="709112" y="1256819"/>
                              </a:lnTo>
                              <a:lnTo>
                                <a:pt x="711652" y="1263166"/>
                              </a:lnTo>
                              <a:lnTo>
                                <a:pt x="714193" y="1269512"/>
                              </a:lnTo>
                              <a:lnTo>
                                <a:pt x="717686" y="1275542"/>
                              </a:lnTo>
                              <a:lnTo>
                                <a:pt x="720861" y="1281571"/>
                              </a:lnTo>
                              <a:lnTo>
                                <a:pt x="724355" y="1287283"/>
                              </a:lnTo>
                              <a:lnTo>
                                <a:pt x="728483" y="1292995"/>
                              </a:lnTo>
                              <a:lnTo>
                                <a:pt x="732611" y="1298389"/>
                              </a:lnTo>
                              <a:lnTo>
                                <a:pt x="737057" y="1303784"/>
                              </a:lnTo>
                              <a:lnTo>
                                <a:pt x="742138" y="1308861"/>
                              </a:lnTo>
                              <a:lnTo>
                                <a:pt x="746901" y="1313304"/>
                              </a:lnTo>
                              <a:lnTo>
                                <a:pt x="672275" y="1874339"/>
                              </a:lnTo>
                              <a:lnTo>
                                <a:pt x="854237" y="2050773"/>
                              </a:lnTo>
                              <a:lnTo>
                                <a:pt x="1030800" y="1874339"/>
                              </a:lnTo>
                              <a:lnTo>
                                <a:pt x="956173" y="1313304"/>
                              </a:lnTo>
                              <a:lnTo>
                                <a:pt x="961572" y="1308544"/>
                              </a:lnTo>
                              <a:lnTo>
                                <a:pt x="966018" y="1303466"/>
                              </a:lnTo>
                              <a:lnTo>
                                <a:pt x="970781" y="1298072"/>
                              </a:lnTo>
                              <a:lnTo>
                                <a:pt x="974910" y="1292995"/>
                              </a:lnTo>
                              <a:lnTo>
                                <a:pt x="978720" y="1286965"/>
                              </a:lnTo>
                              <a:lnTo>
                                <a:pt x="982531" y="1281571"/>
                              </a:lnTo>
                              <a:lnTo>
                                <a:pt x="986024" y="1275224"/>
                              </a:lnTo>
                              <a:lnTo>
                                <a:pt x="988882" y="1269195"/>
                              </a:lnTo>
                              <a:lnTo>
                                <a:pt x="991423" y="1262849"/>
                              </a:lnTo>
                              <a:lnTo>
                                <a:pt x="994281" y="1256502"/>
                              </a:lnTo>
                              <a:lnTo>
                                <a:pt x="996186" y="1249838"/>
                              </a:lnTo>
                              <a:lnTo>
                                <a:pt x="997774" y="1243174"/>
                              </a:lnTo>
                              <a:lnTo>
                                <a:pt x="999044" y="1236510"/>
                              </a:lnTo>
                              <a:lnTo>
                                <a:pt x="999997" y="1229212"/>
                              </a:lnTo>
                              <a:lnTo>
                                <a:pt x="1000632" y="1222548"/>
                              </a:lnTo>
                              <a:lnTo>
                                <a:pt x="1000632" y="1215249"/>
                              </a:lnTo>
                              <a:lnTo>
                                <a:pt x="1000632" y="1208903"/>
                              </a:lnTo>
                              <a:lnTo>
                                <a:pt x="1000314" y="1203191"/>
                              </a:lnTo>
                              <a:lnTo>
                                <a:pt x="999679" y="1197479"/>
                              </a:lnTo>
                              <a:lnTo>
                                <a:pt x="998727" y="1191767"/>
                              </a:lnTo>
                              <a:lnTo>
                                <a:pt x="997456" y="1186055"/>
                              </a:lnTo>
                              <a:lnTo>
                                <a:pt x="996186" y="1180661"/>
                              </a:lnTo>
                              <a:lnTo>
                                <a:pt x="994598" y="1175266"/>
                              </a:lnTo>
                              <a:lnTo>
                                <a:pt x="992375" y="1169872"/>
                              </a:lnTo>
                              <a:lnTo>
                                <a:pt x="990152" y="1164794"/>
                              </a:lnTo>
                              <a:lnTo>
                                <a:pt x="987929" y="1159400"/>
                              </a:lnTo>
                              <a:lnTo>
                                <a:pt x="985389" y="1154640"/>
                              </a:lnTo>
                              <a:lnTo>
                                <a:pt x="982849" y="1149563"/>
                              </a:lnTo>
                              <a:lnTo>
                                <a:pt x="979355" y="1144803"/>
                              </a:lnTo>
                              <a:lnTo>
                                <a:pt x="976497" y="1139725"/>
                              </a:lnTo>
                              <a:lnTo>
                                <a:pt x="973004" y="1135283"/>
                              </a:lnTo>
                              <a:lnTo>
                                <a:pt x="969829" y="1130840"/>
                              </a:lnTo>
                              <a:lnTo>
                                <a:pt x="987612" y="1126398"/>
                              </a:lnTo>
                              <a:lnTo>
                                <a:pt x="1005713" y="1121320"/>
                              </a:lnTo>
                              <a:lnTo>
                                <a:pt x="1023496" y="1115609"/>
                              </a:lnTo>
                              <a:lnTo>
                                <a:pt x="1041280" y="1109262"/>
                              </a:lnTo>
                              <a:lnTo>
                                <a:pt x="1058428" y="1101963"/>
                              </a:lnTo>
                              <a:lnTo>
                                <a:pt x="1075576" y="1094665"/>
                              </a:lnTo>
                              <a:lnTo>
                                <a:pt x="1092089" y="1086097"/>
                              </a:lnTo>
                              <a:lnTo>
                                <a:pt x="1108602" y="1076895"/>
                              </a:lnTo>
                              <a:lnTo>
                                <a:pt x="1124480" y="1067375"/>
                              </a:lnTo>
                              <a:lnTo>
                                <a:pt x="1140041" y="1056903"/>
                              </a:lnTo>
                              <a:lnTo>
                                <a:pt x="1155601" y="1046114"/>
                              </a:lnTo>
                              <a:lnTo>
                                <a:pt x="1170209" y="1034690"/>
                              </a:lnTo>
                              <a:lnTo>
                                <a:pt x="1184817" y="1022632"/>
                              </a:lnTo>
                              <a:lnTo>
                                <a:pt x="1198472" y="1009938"/>
                              </a:lnTo>
                              <a:lnTo>
                                <a:pt x="1211809" y="996928"/>
                              </a:lnTo>
                              <a:lnTo>
                                <a:pt x="1225147" y="983283"/>
                              </a:lnTo>
                              <a:lnTo>
                                <a:pt x="1228640" y="979792"/>
                              </a:lnTo>
                              <a:lnTo>
                                <a:pt x="1232451" y="982966"/>
                              </a:lnTo>
                              <a:lnTo>
                                <a:pt x="1257220" y="1002005"/>
                              </a:lnTo>
                              <a:lnTo>
                                <a:pt x="1281037" y="1021680"/>
                              </a:lnTo>
                              <a:lnTo>
                                <a:pt x="1304537" y="1041989"/>
                              </a:lnTo>
                              <a:lnTo>
                                <a:pt x="1316604" y="1052143"/>
                              </a:lnTo>
                              <a:lnTo>
                                <a:pt x="1327719" y="1062615"/>
                              </a:lnTo>
                              <a:lnTo>
                                <a:pt x="1338833" y="1073404"/>
                              </a:lnTo>
                              <a:lnTo>
                                <a:pt x="1349948" y="1084193"/>
                              </a:lnTo>
                              <a:lnTo>
                                <a:pt x="1361062" y="1094982"/>
                              </a:lnTo>
                              <a:lnTo>
                                <a:pt x="1371860" y="1105771"/>
                              </a:lnTo>
                              <a:lnTo>
                                <a:pt x="1382339" y="1116561"/>
                              </a:lnTo>
                              <a:lnTo>
                                <a:pt x="1392818" y="1127984"/>
                              </a:lnTo>
                              <a:lnTo>
                                <a:pt x="1403298" y="1139408"/>
                              </a:lnTo>
                              <a:lnTo>
                                <a:pt x="1413460" y="1150832"/>
                              </a:lnTo>
                              <a:lnTo>
                                <a:pt x="1423304" y="1162573"/>
                              </a:lnTo>
                              <a:lnTo>
                                <a:pt x="1433149" y="1174314"/>
                              </a:lnTo>
                              <a:lnTo>
                                <a:pt x="1442675" y="1186373"/>
                              </a:lnTo>
                              <a:lnTo>
                                <a:pt x="1452202" y="1198748"/>
                              </a:lnTo>
                              <a:lnTo>
                                <a:pt x="1461411" y="1210807"/>
                              </a:lnTo>
                              <a:lnTo>
                                <a:pt x="1470621" y="1223183"/>
                              </a:lnTo>
                              <a:lnTo>
                                <a:pt x="1479830" y="1235876"/>
                              </a:lnTo>
                              <a:lnTo>
                                <a:pt x="1488404" y="1248569"/>
                              </a:lnTo>
                              <a:lnTo>
                                <a:pt x="1496978" y="1261262"/>
                              </a:lnTo>
                              <a:lnTo>
                                <a:pt x="1505552" y="1274272"/>
                              </a:lnTo>
                              <a:lnTo>
                                <a:pt x="1513809" y="1287600"/>
                              </a:lnTo>
                              <a:lnTo>
                                <a:pt x="1521748" y="1300611"/>
                              </a:lnTo>
                              <a:lnTo>
                                <a:pt x="1529687" y="1314573"/>
                              </a:lnTo>
                              <a:lnTo>
                                <a:pt x="1537308" y="1328218"/>
                              </a:lnTo>
                              <a:lnTo>
                                <a:pt x="1544930" y="1341863"/>
                              </a:lnTo>
                              <a:lnTo>
                                <a:pt x="1552234" y="1355826"/>
                              </a:lnTo>
                              <a:lnTo>
                                <a:pt x="1559537" y="1369788"/>
                              </a:lnTo>
                              <a:lnTo>
                                <a:pt x="1566206" y="1384385"/>
                              </a:lnTo>
                              <a:lnTo>
                                <a:pt x="1573193" y="1398982"/>
                              </a:lnTo>
                              <a:lnTo>
                                <a:pt x="1579544" y="1413579"/>
                              </a:lnTo>
                              <a:lnTo>
                                <a:pt x="1586213" y="1428176"/>
                              </a:lnTo>
                              <a:lnTo>
                                <a:pt x="1592246" y="1443725"/>
                              </a:lnTo>
                              <a:lnTo>
                                <a:pt x="1598280" y="1458640"/>
                              </a:lnTo>
                              <a:lnTo>
                                <a:pt x="1603996" y="1473871"/>
                              </a:lnTo>
                              <a:lnTo>
                                <a:pt x="1609712" y="1489738"/>
                              </a:lnTo>
                              <a:lnTo>
                                <a:pt x="1614793" y="1505287"/>
                              </a:lnTo>
                              <a:lnTo>
                                <a:pt x="1620191" y="1521153"/>
                              </a:lnTo>
                              <a:lnTo>
                                <a:pt x="1624955" y="1537337"/>
                              </a:lnTo>
                              <a:lnTo>
                                <a:pt x="1630036" y="1553521"/>
                              </a:lnTo>
                              <a:lnTo>
                                <a:pt x="1634482" y="1570339"/>
                              </a:lnTo>
                              <a:lnTo>
                                <a:pt x="1638610" y="1586840"/>
                              </a:lnTo>
                              <a:lnTo>
                                <a:pt x="1643056" y="1603976"/>
                              </a:lnTo>
                              <a:lnTo>
                                <a:pt x="1646867" y="1620794"/>
                              </a:lnTo>
                              <a:lnTo>
                                <a:pt x="1650677" y="1637930"/>
                              </a:lnTo>
                              <a:lnTo>
                                <a:pt x="1654170" y="1655383"/>
                              </a:lnTo>
                              <a:lnTo>
                                <a:pt x="1657664" y="1673153"/>
                              </a:lnTo>
                              <a:lnTo>
                                <a:pt x="1660522" y="1690923"/>
                              </a:lnTo>
                              <a:lnTo>
                                <a:pt x="1663697" y="1709011"/>
                              </a:lnTo>
                              <a:lnTo>
                                <a:pt x="1666238" y="1727099"/>
                              </a:lnTo>
                              <a:lnTo>
                                <a:pt x="1668461" y="1745821"/>
                              </a:lnTo>
                              <a:lnTo>
                                <a:pt x="1670684" y="1764226"/>
                              </a:lnTo>
                              <a:lnTo>
                                <a:pt x="1672589" y="1783266"/>
                              </a:lnTo>
                              <a:lnTo>
                                <a:pt x="1674177" y="1802305"/>
                              </a:lnTo>
                              <a:lnTo>
                                <a:pt x="1676082" y="1821345"/>
                              </a:lnTo>
                              <a:lnTo>
                                <a:pt x="1677352" y="1841019"/>
                              </a:lnTo>
                              <a:lnTo>
                                <a:pt x="1678305" y="1860694"/>
                              </a:lnTo>
                              <a:lnTo>
                                <a:pt x="1679258" y="1880368"/>
                              </a:lnTo>
                              <a:lnTo>
                                <a:pt x="1679575" y="1900677"/>
                              </a:lnTo>
                              <a:lnTo>
                                <a:pt x="1679575" y="1903850"/>
                              </a:lnTo>
                              <a:lnTo>
                                <a:pt x="1677035" y="1905437"/>
                              </a:lnTo>
                              <a:lnTo>
                                <a:pt x="1653853" y="1918765"/>
                              </a:lnTo>
                              <a:lnTo>
                                <a:pt x="1630353" y="1931775"/>
                              </a:lnTo>
                              <a:lnTo>
                                <a:pt x="1606854" y="1944151"/>
                              </a:lnTo>
                              <a:lnTo>
                                <a:pt x="1583037" y="1956209"/>
                              </a:lnTo>
                              <a:lnTo>
                                <a:pt x="1558902" y="1967950"/>
                              </a:lnTo>
                              <a:lnTo>
                                <a:pt x="1534768" y="1979374"/>
                              </a:lnTo>
                              <a:lnTo>
                                <a:pt x="1510316" y="1990163"/>
                              </a:lnTo>
                              <a:lnTo>
                                <a:pt x="1485864" y="2000635"/>
                              </a:lnTo>
                              <a:lnTo>
                                <a:pt x="1461411" y="2010790"/>
                              </a:lnTo>
                              <a:lnTo>
                                <a:pt x="1436642" y="2020627"/>
                              </a:lnTo>
                              <a:lnTo>
                                <a:pt x="1411872" y="2029512"/>
                              </a:lnTo>
                              <a:lnTo>
                                <a:pt x="1386785" y="2038397"/>
                              </a:lnTo>
                              <a:lnTo>
                                <a:pt x="1361380" y="2046965"/>
                              </a:lnTo>
                              <a:lnTo>
                                <a:pt x="1335975" y="2054581"/>
                              </a:lnTo>
                              <a:lnTo>
                                <a:pt x="1310570" y="2062514"/>
                              </a:lnTo>
                              <a:lnTo>
                                <a:pt x="1285166" y="2069495"/>
                              </a:lnTo>
                              <a:lnTo>
                                <a:pt x="1259443" y="2076159"/>
                              </a:lnTo>
                              <a:lnTo>
                                <a:pt x="1233403" y="2082506"/>
                              </a:lnTo>
                              <a:lnTo>
                                <a:pt x="1207681" y="2088535"/>
                              </a:lnTo>
                              <a:lnTo>
                                <a:pt x="1181959" y="2093929"/>
                              </a:lnTo>
                              <a:lnTo>
                                <a:pt x="1155919" y="2099007"/>
                              </a:lnTo>
                              <a:lnTo>
                                <a:pt x="1129561" y="2103767"/>
                              </a:lnTo>
                              <a:lnTo>
                                <a:pt x="1103204" y="2107892"/>
                              </a:lnTo>
                              <a:lnTo>
                                <a:pt x="1077164" y="2111382"/>
                              </a:lnTo>
                              <a:lnTo>
                                <a:pt x="1050806" y="2114873"/>
                              </a:lnTo>
                              <a:lnTo>
                                <a:pt x="1024131" y="2117729"/>
                              </a:lnTo>
                              <a:lnTo>
                                <a:pt x="997774" y="2119950"/>
                              </a:lnTo>
                              <a:lnTo>
                                <a:pt x="971099" y="2121854"/>
                              </a:lnTo>
                              <a:lnTo>
                                <a:pt x="944424" y="2123441"/>
                              </a:lnTo>
                              <a:lnTo>
                                <a:pt x="917749" y="2125028"/>
                              </a:lnTo>
                              <a:lnTo>
                                <a:pt x="891074" y="2125662"/>
                              </a:lnTo>
                              <a:lnTo>
                                <a:pt x="864399" y="2125662"/>
                              </a:lnTo>
                              <a:lnTo>
                                <a:pt x="835818" y="2125662"/>
                              </a:lnTo>
                              <a:lnTo>
                                <a:pt x="807238" y="2124710"/>
                              </a:lnTo>
                              <a:lnTo>
                                <a:pt x="778657" y="2123124"/>
                              </a:lnTo>
                              <a:lnTo>
                                <a:pt x="750395" y="2121537"/>
                              </a:lnTo>
                              <a:lnTo>
                                <a:pt x="722132" y="2119316"/>
                              </a:lnTo>
                              <a:lnTo>
                                <a:pt x="693869" y="2116777"/>
                              </a:lnTo>
                              <a:lnTo>
                                <a:pt x="665606" y="2113604"/>
                              </a:lnTo>
                              <a:lnTo>
                                <a:pt x="637661" y="2109478"/>
                              </a:lnTo>
                              <a:lnTo>
                                <a:pt x="609398" y="2105353"/>
                              </a:lnTo>
                              <a:lnTo>
                                <a:pt x="581453" y="2100593"/>
                              </a:lnTo>
                              <a:lnTo>
                                <a:pt x="553825" y="2095199"/>
                              </a:lnTo>
                              <a:lnTo>
                                <a:pt x="525880" y="2089487"/>
                              </a:lnTo>
                              <a:lnTo>
                                <a:pt x="498252" y="2083458"/>
                              </a:lnTo>
                              <a:lnTo>
                                <a:pt x="470624" y="2076476"/>
                              </a:lnTo>
                              <a:lnTo>
                                <a:pt x="443314" y="2069495"/>
                              </a:lnTo>
                              <a:lnTo>
                                <a:pt x="416321" y="2061879"/>
                              </a:lnTo>
                              <a:lnTo>
                                <a:pt x="389011" y="2053629"/>
                              </a:lnTo>
                              <a:lnTo>
                                <a:pt x="362019" y="2045378"/>
                              </a:lnTo>
                              <a:lnTo>
                                <a:pt x="335343" y="2036176"/>
                              </a:lnTo>
                              <a:lnTo>
                                <a:pt x="308668" y="2026656"/>
                              </a:lnTo>
                              <a:lnTo>
                                <a:pt x="282311" y="2016502"/>
                              </a:lnTo>
                              <a:lnTo>
                                <a:pt x="255953" y="2006030"/>
                              </a:lnTo>
                              <a:lnTo>
                                <a:pt x="229913" y="1994923"/>
                              </a:lnTo>
                              <a:lnTo>
                                <a:pt x="203556" y="1983499"/>
                              </a:lnTo>
                              <a:lnTo>
                                <a:pt x="177833" y="1971441"/>
                              </a:lnTo>
                              <a:lnTo>
                                <a:pt x="152429" y="1959065"/>
                              </a:lnTo>
                              <a:lnTo>
                                <a:pt x="127024" y="1946372"/>
                              </a:lnTo>
                              <a:lnTo>
                                <a:pt x="101619" y="1933044"/>
                              </a:lnTo>
                              <a:lnTo>
                                <a:pt x="76532" y="1919399"/>
                              </a:lnTo>
                              <a:lnTo>
                                <a:pt x="51762" y="1905437"/>
                              </a:lnTo>
                              <a:lnTo>
                                <a:pt x="27310" y="1890523"/>
                              </a:lnTo>
                              <a:lnTo>
                                <a:pt x="2858" y="1875291"/>
                              </a:lnTo>
                              <a:lnTo>
                                <a:pt x="0" y="1888301"/>
                              </a:lnTo>
                              <a:lnTo>
                                <a:pt x="0" y="1870531"/>
                              </a:lnTo>
                              <a:lnTo>
                                <a:pt x="952" y="1850222"/>
                              </a:lnTo>
                              <a:lnTo>
                                <a:pt x="2223" y="1829913"/>
                              </a:lnTo>
                              <a:lnTo>
                                <a:pt x="3493" y="1809604"/>
                              </a:lnTo>
                              <a:lnTo>
                                <a:pt x="5398" y="1790247"/>
                              </a:lnTo>
                              <a:lnTo>
                                <a:pt x="6986" y="1770573"/>
                              </a:lnTo>
                              <a:lnTo>
                                <a:pt x="9209" y="1750898"/>
                              </a:lnTo>
                              <a:lnTo>
                                <a:pt x="11749" y="1732176"/>
                              </a:lnTo>
                              <a:lnTo>
                                <a:pt x="14290" y="1713136"/>
                              </a:lnTo>
                              <a:lnTo>
                                <a:pt x="17148" y="1694414"/>
                              </a:lnTo>
                              <a:lnTo>
                                <a:pt x="20006" y="1676009"/>
                              </a:lnTo>
                              <a:lnTo>
                                <a:pt x="23499" y="1657604"/>
                              </a:lnTo>
                              <a:lnTo>
                                <a:pt x="26992" y="1639834"/>
                              </a:lnTo>
                              <a:lnTo>
                                <a:pt x="30486" y="1621746"/>
                              </a:lnTo>
                              <a:lnTo>
                                <a:pt x="34931" y="1604293"/>
                              </a:lnTo>
                              <a:lnTo>
                                <a:pt x="38742" y="1586840"/>
                              </a:lnTo>
                              <a:lnTo>
                                <a:pt x="43188" y="1569704"/>
                              </a:lnTo>
                              <a:lnTo>
                                <a:pt x="47951" y="1552569"/>
                              </a:lnTo>
                              <a:lnTo>
                                <a:pt x="52715" y="1536068"/>
                              </a:lnTo>
                              <a:lnTo>
                                <a:pt x="57796" y="1519249"/>
                              </a:lnTo>
                              <a:lnTo>
                                <a:pt x="62877" y="1503066"/>
                              </a:lnTo>
                              <a:lnTo>
                                <a:pt x="68593" y="1486564"/>
                              </a:lnTo>
                              <a:lnTo>
                                <a:pt x="73991" y="1470698"/>
                              </a:lnTo>
                              <a:lnTo>
                                <a:pt x="80025" y="1455149"/>
                              </a:lnTo>
                              <a:lnTo>
                                <a:pt x="86059" y="1439283"/>
                              </a:lnTo>
                              <a:lnTo>
                                <a:pt x="92410" y="1424051"/>
                              </a:lnTo>
                              <a:lnTo>
                                <a:pt x="98761" y="1409137"/>
                              </a:lnTo>
                              <a:lnTo>
                                <a:pt x="105430" y="1393905"/>
                              </a:lnTo>
                              <a:lnTo>
                                <a:pt x="112098" y="1378990"/>
                              </a:lnTo>
                              <a:lnTo>
                                <a:pt x="119402" y="1364393"/>
                              </a:lnTo>
                              <a:lnTo>
                                <a:pt x="126706" y="1350114"/>
                              </a:lnTo>
                              <a:lnTo>
                                <a:pt x="134010" y="1335834"/>
                              </a:lnTo>
                              <a:lnTo>
                                <a:pt x="141632" y="1321871"/>
                              </a:lnTo>
                              <a:lnTo>
                                <a:pt x="149571" y="1307909"/>
                              </a:lnTo>
                              <a:lnTo>
                                <a:pt x="157510" y="1294264"/>
                              </a:lnTo>
                              <a:lnTo>
                                <a:pt x="165766" y="1280936"/>
                              </a:lnTo>
                              <a:lnTo>
                                <a:pt x="174023" y="1267291"/>
                              </a:lnTo>
                              <a:lnTo>
                                <a:pt x="182597" y="1253963"/>
                              </a:lnTo>
                              <a:lnTo>
                                <a:pt x="191171" y="1241270"/>
                              </a:lnTo>
                              <a:lnTo>
                                <a:pt x="200380" y="1228260"/>
                              </a:lnTo>
                              <a:lnTo>
                                <a:pt x="209589" y="1215884"/>
                              </a:lnTo>
                              <a:lnTo>
                                <a:pt x="218799" y="1203191"/>
                              </a:lnTo>
                              <a:lnTo>
                                <a:pt x="228008" y="1191133"/>
                              </a:lnTo>
                              <a:lnTo>
                                <a:pt x="237852" y="1178757"/>
                              </a:lnTo>
                              <a:lnTo>
                                <a:pt x="247697" y="1167016"/>
                              </a:lnTo>
                              <a:lnTo>
                                <a:pt x="257541" y="1155275"/>
                              </a:lnTo>
                              <a:lnTo>
                                <a:pt x="267703" y="1143533"/>
                              </a:lnTo>
                              <a:lnTo>
                                <a:pt x="278182" y="1132110"/>
                              </a:lnTo>
                              <a:lnTo>
                                <a:pt x="288662" y="1120686"/>
                              </a:lnTo>
                              <a:lnTo>
                                <a:pt x="298824" y="1109579"/>
                              </a:lnTo>
                              <a:lnTo>
                                <a:pt x="309938" y="1098473"/>
                              </a:lnTo>
                              <a:lnTo>
                                <a:pt x="320735" y="1087684"/>
                              </a:lnTo>
                              <a:lnTo>
                                <a:pt x="331850" y="1076895"/>
                              </a:lnTo>
                              <a:lnTo>
                                <a:pt x="343282" y="1066423"/>
                              </a:lnTo>
                              <a:lnTo>
                                <a:pt x="354715" y="1055951"/>
                              </a:lnTo>
                              <a:lnTo>
                                <a:pt x="366147" y="1045797"/>
                              </a:lnTo>
                              <a:lnTo>
                                <a:pt x="377897" y="1035642"/>
                              </a:lnTo>
                              <a:lnTo>
                                <a:pt x="389964" y="1025805"/>
                              </a:lnTo>
                              <a:lnTo>
                                <a:pt x="401714" y="1015968"/>
                              </a:lnTo>
                              <a:lnTo>
                                <a:pt x="414099" y="1006448"/>
                              </a:lnTo>
                              <a:lnTo>
                                <a:pt x="426801" y="996928"/>
                              </a:lnTo>
                              <a:lnTo>
                                <a:pt x="439186" y="987408"/>
                              </a:lnTo>
                              <a:lnTo>
                                <a:pt x="451571" y="977888"/>
                              </a:lnTo>
                              <a:lnTo>
                                <a:pt x="477293" y="960118"/>
                              </a:lnTo>
                              <a:lnTo>
                                <a:pt x="481421" y="957262"/>
                              </a:lnTo>
                              <a:close/>
                              <a:moveTo>
                                <a:pt x="839471" y="0"/>
                              </a:moveTo>
                              <a:lnTo>
                                <a:pt x="852171" y="0"/>
                              </a:lnTo>
                              <a:lnTo>
                                <a:pt x="865506" y="0"/>
                              </a:lnTo>
                              <a:lnTo>
                                <a:pt x="878206" y="636"/>
                              </a:lnTo>
                              <a:lnTo>
                                <a:pt x="890906" y="1271"/>
                              </a:lnTo>
                              <a:lnTo>
                                <a:pt x="903288" y="2542"/>
                              </a:lnTo>
                              <a:lnTo>
                                <a:pt x="915988" y="3813"/>
                              </a:lnTo>
                              <a:lnTo>
                                <a:pt x="928371" y="5719"/>
                              </a:lnTo>
                              <a:lnTo>
                                <a:pt x="940436" y="7943"/>
                              </a:lnTo>
                              <a:lnTo>
                                <a:pt x="952818" y="10167"/>
                              </a:lnTo>
                              <a:lnTo>
                                <a:pt x="964883" y="12708"/>
                              </a:lnTo>
                              <a:lnTo>
                                <a:pt x="976631" y="15568"/>
                              </a:lnTo>
                              <a:lnTo>
                                <a:pt x="988696" y="19062"/>
                              </a:lnTo>
                              <a:lnTo>
                                <a:pt x="1000443" y="22239"/>
                              </a:lnTo>
                              <a:lnTo>
                                <a:pt x="1011873" y="26052"/>
                              </a:lnTo>
                              <a:lnTo>
                                <a:pt x="1023621" y="30182"/>
                              </a:lnTo>
                              <a:lnTo>
                                <a:pt x="1034733" y="34630"/>
                              </a:lnTo>
                              <a:lnTo>
                                <a:pt x="1046163" y="39395"/>
                              </a:lnTo>
                              <a:lnTo>
                                <a:pt x="1057276" y="44161"/>
                              </a:lnTo>
                              <a:lnTo>
                                <a:pt x="1068388" y="48926"/>
                              </a:lnTo>
                              <a:lnTo>
                                <a:pt x="1079183" y="54645"/>
                              </a:lnTo>
                              <a:lnTo>
                                <a:pt x="1089661" y="60046"/>
                              </a:lnTo>
                              <a:lnTo>
                                <a:pt x="1100456" y="66082"/>
                              </a:lnTo>
                              <a:lnTo>
                                <a:pt x="1110616" y="72119"/>
                              </a:lnTo>
                              <a:lnTo>
                                <a:pt x="1120776" y="78790"/>
                              </a:lnTo>
                              <a:lnTo>
                                <a:pt x="1130936" y="85462"/>
                              </a:lnTo>
                              <a:lnTo>
                                <a:pt x="1140461" y="92134"/>
                              </a:lnTo>
                              <a:lnTo>
                                <a:pt x="1150303" y="99123"/>
                              </a:lnTo>
                              <a:lnTo>
                                <a:pt x="1159828" y="106430"/>
                              </a:lnTo>
                              <a:lnTo>
                                <a:pt x="1169353" y="114055"/>
                              </a:lnTo>
                              <a:lnTo>
                                <a:pt x="1178561" y="121680"/>
                              </a:lnTo>
                              <a:lnTo>
                                <a:pt x="1187133" y="129623"/>
                              </a:lnTo>
                              <a:lnTo>
                                <a:pt x="1196023" y="137883"/>
                              </a:lnTo>
                              <a:lnTo>
                                <a:pt x="1204596" y="146143"/>
                              </a:lnTo>
                              <a:lnTo>
                                <a:pt x="1213168" y="155039"/>
                              </a:lnTo>
                              <a:lnTo>
                                <a:pt x="1221106" y="163299"/>
                              </a:lnTo>
                              <a:lnTo>
                                <a:pt x="1229043" y="172513"/>
                              </a:lnTo>
                              <a:lnTo>
                                <a:pt x="1236981" y="181726"/>
                              </a:lnTo>
                              <a:lnTo>
                                <a:pt x="1244283" y="190939"/>
                              </a:lnTo>
                              <a:lnTo>
                                <a:pt x="1251586" y="200153"/>
                              </a:lnTo>
                              <a:lnTo>
                                <a:pt x="1258888" y="210001"/>
                              </a:lnTo>
                              <a:lnTo>
                                <a:pt x="1265556" y="219850"/>
                              </a:lnTo>
                              <a:lnTo>
                                <a:pt x="1272223" y="230017"/>
                              </a:lnTo>
                              <a:lnTo>
                                <a:pt x="1278256" y="240183"/>
                              </a:lnTo>
                              <a:lnTo>
                                <a:pt x="1284606" y="250667"/>
                              </a:lnTo>
                              <a:lnTo>
                                <a:pt x="1290321" y="261151"/>
                              </a:lnTo>
                              <a:lnTo>
                                <a:pt x="1296353" y="271953"/>
                              </a:lnTo>
                              <a:lnTo>
                                <a:pt x="1301433" y="282755"/>
                              </a:lnTo>
                              <a:lnTo>
                                <a:pt x="1306831" y="293239"/>
                              </a:lnTo>
                              <a:lnTo>
                                <a:pt x="1311593" y="304359"/>
                              </a:lnTo>
                              <a:lnTo>
                                <a:pt x="1316356" y="315796"/>
                              </a:lnTo>
                              <a:lnTo>
                                <a:pt x="1320483" y="327234"/>
                              </a:lnTo>
                              <a:lnTo>
                                <a:pt x="1324293" y="338671"/>
                              </a:lnTo>
                              <a:lnTo>
                                <a:pt x="1328421" y="350426"/>
                              </a:lnTo>
                              <a:lnTo>
                                <a:pt x="1331913" y="362181"/>
                              </a:lnTo>
                              <a:lnTo>
                                <a:pt x="1335088" y="373936"/>
                              </a:lnTo>
                              <a:lnTo>
                                <a:pt x="1337946" y="386009"/>
                              </a:lnTo>
                              <a:lnTo>
                                <a:pt x="1340803" y="398081"/>
                              </a:lnTo>
                              <a:lnTo>
                                <a:pt x="1343026" y="410472"/>
                              </a:lnTo>
                              <a:lnTo>
                                <a:pt x="1344931" y="422862"/>
                              </a:lnTo>
                              <a:lnTo>
                                <a:pt x="1346518" y="435252"/>
                              </a:lnTo>
                              <a:lnTo>
                                <a:pt x="1348106" y="447643"/>
                              </a:lnTo>
                              <a:lnTo>
                                <a:pt x="1349058" y="460033"/>
                              </a:lnTo>
                              <a:lnTo>
                                <a:pt x="1350011" y="472741"/>
                              </a:lnTo>
                              <a:lnTo>
                                <a:pt x="1350646" y="485449"/>
                              </a:lnTo>
                              <a:lnTo>
                                <a:pt x="1350963" y="498475"/>
                              </a:lnTo>
                              <a:lnTo>
                                <a:pt x="1350646" y="513407"/>
                              </a:lnTo>
                              <a:lnTo>
                                <a:pt x="1349693" y="528975"/>
                              </a:lnTo>
                              <a:lnTo>
                                <a:pt x="1348423" y="543907"/>
                              </a:lnTo>
                              <a:lnTo>
                                <a:pt x="1347153" y="558521"/>
                              </a:lnTo>
                              <a:lnTo>
                                <a:pt x="1345248" y="573453"/>
                              </a:lnTo>
                              <a:lnTo>
                                <a:pt x="1342708" y="588067"/>
                              </a:lnTo>
                              <a:lnTo>
                                <a:pt x="1339851" y="602682"/>
                              </a:lnTo>
                              <a:lnTo>
                                <a:pt x="1336358" y="616660"/>
                              </a:lnTo>
                              <a:lnTo>
                                <a:pt x="1332866" y="631275"/>
                              </a:lnTo>
                              <a:lnTo>
                                <a:pt x="1328738" y="645254"/>
                              </a:lnTo>
                              <a:lnTo>
                                <a:pt x="1324293" y="658915"/>
                              </a:lnTo>
                              <a:lnTo>
                                <a:pt x="1319531" y="672576"/>
                              </a:lnTo>
                              <a:lnTo>
                                <a:pt x="1314133" y="685920"/>
                              </a:lnTo>
                              <a:lnTo>
                                <a:pt x="1308418" y="699263"/>
                              </a:lnTo>
                              <a:lnTo>
                                <a:pt x="1302386" y="712607"/>
                              </a:lnTo>
                              <a:lnTo>
                                <a:pt x="1296353" y="725315"/>
                              </a:lnTo>
                              <a:lnTo>
                                <a:pt x="1289368" y="738023"/>
                              </a:lnTo>
                              <a:lnTo>
                                <a:pt x="1282383" y="750413"/>
                              </a:lnTo>
                              <a:lnTo>
                                <a:pt x="1275081" y="762486"/>
                              </a:lnTo>
                              <a:lnTo>
                                <a:pt x="1267143" y="774559"/>
                              </a:lnTo>
                              <a:lnTo>
                                <a:pt x="1259206" y="786313"/>
                              </a:lnTo>
                              <a:lnTo>
                                <a:pt x="1250633" y="797751"/>
                              </a:lnTo>
                              <a:lnTo>
                                <a:pt x="1242061" y="809188"/>
                              </a:lnTo>
                              <a:lnTo>
                                <a:pt x="1232853" y="819990"/>
                              </a:lnTo>
                              <a:lnTo>
                                <a:pt x="1223963" y="830792"/>
                              </a:lnTo>
                              <a:lnTo>
                                <a:pt x="1214121" y="841276"/>
                              </a:lnTo>
                              <a:lnTo>
                                <a:pt x="1204278" y="851442"/>
                              </a:lnTo>
                              <a:lnTo>
                                <a:pt x="1193801" y="860974"/>
                              </a:lnTo>
                              <a:lnTo>
                                <a:pt x="1183323" y="870822"/>
                              </a:lnTo>
                              <a:lnTo>
                                <a:pt x="1172528" y="880036"/>
                              </a:lnTo>
                              <a:lnTo>
                                <a:pt x="1161733" y="889249"/>
                              </a:lnTo>
                              <a:lnTo>
                                <a:pt x="1150303" y="897827"/>
                              </a:lnTo>
                              <a:lnTo>
                                <a:pt x="1134746" y="909264"/>
                              </a:lnTo>
                              <a:lnTo>
                                <a:pt x="1118236" y="920066"/>
                              </a:lnTo>
                              <a:lnTo>
                                <a:pt x="1101408" y="929915"/>
                              </a:lnTo>
                              <a:lnTo>
                                <a:pt x="1084581" y="939446"/>
                              </a:lnTo>
                              <a:lnTo>
                                <a:pt x="1066801" y="948342"/>
                              </a:lnTo>
                              <a:lnTo>
                                <a:pt x="1048703" y="956602"/>
                              </a:lnTo>
                              <a:lnTo>
                                <a:pt x="1040131" y="960414"/>
                              </a:lnTo>
                              <a:lnTo>
                                <a:pt x="1030606" y="963909"/>
                              </a:lnTo>
                              <a:lnTo>
                                <a:pt x="1021398" y="967722"/>
                              </a:lnTo>
                              <a:lnTo>
                                <a:pt x="1011873" y="970899"/>
                              </a:lnTo>
                              <a:lnTo>
                                <a:pt x="1002348" y="973758"/>
                              </a:lnTo>
                              <a:lnTo>
                                <a:pt x="993141" y="976617"/>
                              </a:lnTo>
                              <a:lnTo>
                                <a:pt x="983616" y="979794"/>
                              </a:lnTo>
                              <a:lnTo>
                                <a:pt x="973773" y="982018"/>
                              </a:lnTo>
                              <a:lnTo>
                                <a:pt x="963931" y="984560"/>
                              </a:lnTo>
                              <a:lnTo>
                                <a:pt x="954088" y="986466"/>
                              </a:lnTo>
                              <a:lnTo>
                                <a:pt x="944246" y="988372"/>
                              </a:lnTo>
                              <a:lnTo>
                                <a:pt x="934403" y="990596"/>
                              </a:lnTo>
                              <a:lnTo>
                                <a:pt x="924561" y="991867"/>
                              </a:lnTo>
                              <a:lnTo>
                                <a:pt x="914401" y="993455"/>
                              </a:lnTo>
                              <a:lnTo>
                                <a:pt x="904241" y="994409"/>
                              </a:lnTo>
                              <a:lnTo>
                                <a:pt x="893763" y="995362"/>
                              </a:lnTo>
                              <a:lnTo>
                                <a:pt x="883603" y="995997"/>
                              </a:lnTo>
                              <a:lnTo>
                                <a:pt x="873126" y="996632"/>
                              </a:lnTo>
                              <a:lnTo>
                                <a:pt x="862648" y="996950"/>
                              </a:lnTo>
                              <a:lnTo>
                                <a:pt x="852171" y="996950"/>
                              </a:lnTo>
                              <a:lnTo>
                                <a:pt x="840423" y="996950"/>
                              </a:lnTo>
                              <a:lnTo>
                                <a:pt x="828358" y="996315"/>
                              </a:lnTo>
                              <a:lnTo>
                                <a:pt x="816293" y="995679"/>
                              </a:lnTo>
                              <a:lnTo>
                                <a:pt x="804546" y="994726"/>
                              </a:lnTo>
                              <a:lnTo>
                                <a:pt x="792798" y="993455"/>
                              </a:lnTo>
                              <a:lnTo>
                                <a:pt x="781368" y="992185"/>
                              </a:lnTo>
                              <a:lnTo>
                                <a:pt x="769621" y="990278"/>
                              </a:lnTo>
                              <a:lnTo>
                                <a:pt x="758191" y="988054"/>
                              </a:lnTo>
                              <a:lnTo>
                                <a:pt x="746761" y="985831"/>
                              </a:lnTo>
                              <a:lnTo>
                                <a:pt x="735331" y="983289"/>
                              </a:lnTo>
                              <a:lnTo>
                                <a:pt x="724218" y="980430"/>
                              </a:lnTo>
                              <a:lnTo>
                                <a:pt x="713106" y="977253"/>
                              </a:lnTo>
                              <a:lnTo>
                                <a:pt x="702311" y="973758"/>
                              </a:lnTo>
                              <a:lnTo>
                                <a:pt x="691198" y="970263"/>
                              </a:lnTo>
                              <a:lnTo>
                                <a:pt x="680721" y="966768"/>
                              </a:lnTo>
                              <a:lnTo>
                                <a:pt x="670243" y="962321"/>
                              </a:lnTo>
                              <a:lnTo>
                                <a:pt x="659448" y="958190"/>
                              </a:lnTo>
                              <a:lnTo>
                                <a:pt x="648971" y="953425"/>
                              </a:lnTo>
                              <a:lnTo>
                                <a:pt x="638811" y="948659"/>
                              </a:lnTo>
                              <a:lnTo>
                                <a:pt x="628651" y="943894"/>
                              </a:lnTo>
                              <a:lnTo>
                                <a:pt x="618491" y="938493"/>
                              </a:lnTo>
                              <a:lnTo>
                                <a:pt x="608648" y="933410"/>
                              </a:lnTo>
                              <a:lnTo>
                                <a:pt x="599123" y="927373"/>
                              </a:lnTo>
                              <a:lnTo>
                                <a:pt x="589281" y="921655"/>
                              </a:lnTo>
                              <a:lnTo>
                                <a:pt x="579756" y="915618"/>
                              </a:lnTo>
                              <a:lnTo>
                                <a:pt x="570548" y="909264"/>
                              </a:lnTo>
                              <a:lnTo>
                                <a:pt x="561023" y="902910"/>
                              </a:lnTo>
                              <a:lnTo>
                                <a:pt x="552133" y="895921"/>
                              </a:lnTo>
                              <a:lnTo>
                                <a:pt x="543561" y="889249"/>
                              </a:lnTo>
                              <a:lnTo>
                                <a:pt x="534671" y="881942"/>
                              </a:lnTo>
                              <a:lnTo>
                                <a:pt x="526098" y="874952"/>
                              </a:lnTo>
                              <a:lnTo>
                                <a:pt x="517526" y="867328"/>
                              </a:lnTo>
                              <a:lnTo>
                                <a:pt x="508318" y="858750"/>
                              </a:lnTo>
                              <a:lnTo>
                                <a:pt x="499428" y="849854"/>
                              </a:lnTo>
                              <a:lnTo>
                                <a:pt x="490538" y="840958"/>
                              </a:lnTo>
                              <a:lnTo>
                                <a:pt x="481648" y="831427"/>
                              </a:lnTo>
                              <a:lnTo>
                                <a:pt x="473711" y="821896"/>
                              </a:lnTo>
                              <a:lnTo>
                                <a:pt x="465456" y="812047"/>
                              </a:lnTo>
                              <a:lnTo>
                                <a:pt x="457518" y="801881"/>
                              </a:lnTo>
                              <a:lnTo>
                                <a:pt x="449898" y="791714"/>
                              </a:lnTo>
                              <a:lnTo>
                                <a:pt x="442596" y="781548"/>
                              </a:lnTo>
                              <a:lnTo>
                                <a:pt x="435293" y="770746"/>
                              </a:lnTo>
                              <a:lnTo>
                                <a:pt x="428626" y="759944"/>
                              </a:lnTo>
                              <a:lnTo>
                                <a:pt x="421958" y="749142"/>
                              </a:lnTo>
                              <a:lnTo>
                                <a:pt x="415608" y="738023"/>
                              </a:lnTo>
                              <a:lnTo>
                                <a:pt x="409576" y="726585"/>
                              </a:lnTo>
                              <a:lnTo>
                                <a:pt x="403861" y="715148"/>
                              </a:lnTo>
                              <a:lnTo>
                                <a:pt x="398463" y="703393"/>
                              </a:lnTo>
                              <a:lnTo>
                                <a:pt x="393383" y="691638"/>
                              </a:lnTo>
                              <a:lnTo>
                                <a:pt x="388303" y="679566"/>
                              </a:lnTo>
                              <a:lnTo>
                                <a:pt x="383858" y="667493"/>
                              </a:lnTo>
                              <a:lnTo>
                                <a:pt x="379731" y="655420"/>
                              </a:lnTo>
                              <a:lnTo>
                                <a:pt x="375603" y="643030"/>
                              </a:lnTo>
                              <a:lnTo>
                                <a:pt x="372111" y="630322"/>
                              </a:lnTo>
                              <a:lnTo>
                                <a:pt x="368936" y="617614"/>
                              </a:lnTo>
                              <a:lnTo>
                                <a:pt x="365443" y="604588"/>
                              </a:lnTo>
                              <a:lnTo>
                                <a:pt x="362903" y="591880"/>
                              </a:lnTo>
                              <a:lnTo>
                                <a:pt x="360681" y="578854"/>
                              </a:lnTo>
                              <a:lnTo>
                                <a:pt x="358776" y="565828"/>
                              </a:lnTo>
                              <a:lnTo>
                                <a:pt x="357188" y="552485"/>
                              </a:lnTo>
                              <a:lnTo>
                                <a:pt x="355601" y="539141"/>
                              </a:lnTo>
                              <a:lnTo>
                                <a:pt x="354648" y="525480"/>
                              </a:lnTo>
                              <a:lnTo>
                                <a:pt x="354331" y="511819"/>
                              </a:lnTo>
                              <a:lnTo>
                                <a:pt x="354013" y="498475"/>
                              </a:lnTo>
                              <a:lnTo>
                                <a:pt x="354331" y="485449"/>
                              </a:lnTo>
                              <a:lnTo>
                                <a:pt x="354648" y="472741"/>
                              </a:lnTo>
                              <a:lnTo>
                                <a:pt x="355601" y="460033"/>
                              </a:lnTo>
                              <a:lnTo>
                                <a:pt x="356871" y="447643"/>
                              </a:lnTo>
                              <a:lnTo>
                                <a:pt x="358141" y="434935"/>
                              </a:lnTo>
                              <a:lnTo>
                                <a:pt x="360046" y="422544"/>
                              </a:lnTo>
                              <a:lnTo>
                                <a:pt x="361951" y="410472"/>
                              </a:lnTo>
                              <a:lnTo>
                                <a:pt x="364173" y="397763"/>
                              </a:lnTo>
                              <a:lnTo>
                                <a:pt x="366713" y="385691"/>
                              </a:lnTo>
                              <a:lnTo>
                                <a:pt x="369888" y="373936"/>
                              </a:lnTo>
                              <a:lnTo>
                                <a:pt x="373063" y="361863"/>
                              </a:lnTo>
                              <a:lnTo>
                                <a:pt x="376556" y="350108"/>
                              </a:lnTo>
                              <a:lnTo>
                                <a:pt x="380683" y="338671"/>
                              </a:lnTo>
                              <a:lnTo>
                                <a:pt x="384493" y="326916"/>
                              </a:lnTo>
                              <a:lnTo>
                                <a:pt x="388621" y="315796"/>
                              </a:lnTo>
                              <a:lnTo>
                                <a:pt x="393383" y="304359"/>
                              </a:lnTo>
                              <a:lnTo>
                                <a:pt x="398146" y="293239"/>
                              </a:lnTo>
                              <a:lnTo>
                                <a:pt x="403543" y="282755"/>
                              </a:lnTo>
                              <a:lnTo>
                                <a:pt x="408623" y="271636"/>
                              </a:lnTo>
                              <a:lnTo>
                                <a:pt x="414656" y="261151"/>
                              </a:lnTo>
                              <a:lnTo>
                                <a:pt x="420371" y="250667"/>
                              </a:lnTo>
                              <a:lnTo>
                                <a:pt x="426721" y="240183"/>
                              </a:lnTo>
                              <a:lnTo>
                                <a:pt x="432753" y="230017"/>
                              </a:lnTo>
                              <a:lnTo>
                                <a:pt x="439421" y="219850"/>
                              </a:lnTo>
                              <a:lnTo>
                                <a:pt x="446088" y="210001"/>
                              </a:lnTo>
                              <a:lnTo>
                                <a:pt x="453391" y="200153"/>
                              </a:lnTo>
                              <a:lnTo>
                                <a:pt x="460693" y="190939"/>
                              </a:lnTo>
                              <a:lnTo>
                                <a:pt x="467996" y="181408"/>
                              </a:lnTo>
                              <a:lnTo>
                                <a:pt x="475933" y="172195"/>
                              </a:lnTo>
                              <a:lnTo>
                                <a:pt x="483871" y="163299"/>
                              </a:lnTo>
                              <a:lnTo>
                                <a:pt x="491808" y="154403"/>
                              </a:lnTo>
                              <a:lnTo>
                                <a:pt x="500381" y="146143"/>
                              </a:lnTo>
                              <a:lnTo>
                                <a:pt x="508953" y="137565"/>
                              </a:lnTo>
                              <a:lnTo>
                                <a:pt x="517526" y="129305"/>
                              </a:lnTo>
                              <a:lnTo>
                                <a:pt x="526416" y="121680"/>
                              </a:lnTo>
                              <a:lnTo>
                                <a:pt x="535623" y="113738"/>
                              </a:lnTo>
                              <a:lnTo>
                                <a:pt x="545148" y="106113"/>
                              </a:lnTo>
                              <a:lnTo>
                                <a:pt x="554673" y="99123"/>
                              </a:lnTo>
                              <a:lnTo>
                                <a:pt x="564516" y="92134"/>
                              </a:lnTo>
                              <a:lnTo>
                                <a:pt x="574041" y="85462"/>
                              </a:lnTo>
                              <a:lnTo>
                                <a:pt x="584201" y="78473"/>
                              </a:lnTo>
                              <a:lnTo>
                                <a:pt x="594361" y="72119"/>
                              </a:lnTo>
                              <a:lnTo>
                                <a:pt x="604838" y="66082"/>
                              </a:lnTo>
                              <a:lnTo>
                                <a:pt x="615316" y="60046"/>
                              </a:lnTo>
                              <a:lnTo>
                                <a:pt x="625793" y="54645"/>
                              </a:lnTo>
                              <a:lnTo>
                                <a:pt x="636906" y="48926"/>
                              </a:lnTo>
                              <a:lnTo>
                                <a:pt x="647701" y="44161"/>
                              </a:lnTo>
                              <a:lnTo>
                                <a:pt x="658813" y="39395"/>
                              </a:lnTo>
                              <a:lnTo>
                                <a:pt x="670243" y="34630"/>
                              </a:lnTo>
                              <a:lnTo>
                                <a:pt x="681356" y="30182"/>
                              </a:lnTo>
                              <a:lnTo>
                                <a:pt x="693103" y="26052"/>
                              </a:lnTo>
                              <a:lnTo>
                                <a:pt x="704533" y="22239"/>
                              </a:lnTo>
                              <a:lnTo>
                                <a:pt x="716281" y="19062"/>
                              </a:lnTo>
                              <a:lnTo>
                                <a:pt x="728346" y="15568"/>
                              </a:lnTo>
                              <a:lnTo>
                                <a:pt x="740093" y="12708"/>
                              </a:lnTo>
                              <a:lnTo>
                                <a:pt x="752158" y="10167"/>
                              </a:lnTo>
                              <a:lnTo>
                                <a:pt x="764541" y="7625"/>
                              </a:lnTo>
                              <a:lnTo>
                                <a:pt x="776606" y="5719"/>
                              </a:lnTo>
                              <a:lnTo>
                                <a:pt x="788988" y="3813"/>
                              </a:lnTo>
                              <a:lnTo>
                                <a:pt x="801688" y="2542"/>
                              </a:lnTo>
                              <a:lnTo>
                                <a:pt x="814071" y="1271"/>
                              </a:lnTo>
                              <a:lnTo>
                                <a:pt x="826771" y="636"/>
                              </a:lnTo>
                              <a:lnTo>
                                <a:pt x="839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DB27D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人" o:spid="_x0000_s1026" o:spt="100" style="position:absolute;left:0pt;margin-left:85.4pt;margin-top:549.65pt;height:14pt;width:11pt;z-index:251984896;v-text-anchor:middle;mso-width-relative:page;mso-height-relative:page;" fillcolor="#7DB27D" filled="t" stroked="f" coordsize="1679575,2125662" o:gfxdata="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    <v:path o:connectlocs="42293,78085;53677,84008;53061,87481;52351,91644;53724,96068;76823,140503;73699,95140;74575,90621;73628,86910;76279,83627;87213,77561;97224,78109;104585,85411;110927,93594;116229,102681;120347,112838;123282,124090;124915,136530;119755,145736;103354,152801;86148,157344;68398,159295;49606,158438;31027,154561;13253,147782;0,140217;1277,127015;3928,115145;7857,104489;12969,94998;19194,86601;26436,79155;35571,71971;69189,428;77116,2595;84286,6406;90415,11621;95265,18004;98696,25387;100471,33556;100258,42986;97513,52417;92568,60657;85729,67302;76122,72541;69639,74256;62635,74732;54802,73708;47609,71112;41149,67159;35304,61610;30524,54465;27496,46297;26383,37366;27330,28911;30075,21195;34334,14313;39918,8525;46639,4096;54282,1167;62564,0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2249170</wp:posOffset>
                </wp:positionH>
                <wp:positionV relativeFrom="paragraph">
                  <wp:posOffset>770255</wp:posOffset>
                </wp:positionV>
                <wp:extent cx="775970" cy="1030605"/>
                <wp:effectExtent l="0" t="0" r="5080" b="17145"/>
                <wp:wrapNone/>
                <wp:docPr id="79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5970" cy="1030605"/>
                          <a:chOff x="10301" y="7004"/>
                          <a:chExt cx="1534" cy="2035"/>
                        </a:xfr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g:grpSpPr>
                      <wps:wsp>
                        <wps:cNvPr id="80" name="Freeform 151"/>
                        <wps:cNvSpPr/>
                        <wps:spPr>
                          <a:xfrm>
                            <a:off x="10586" y="7639"/>
                            <a:ext cx="1146" cy="14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663902" y="0"/>
                              </a:cxn>
                              <a:cxn ang="0">
                                <a:pos x="37509" y="0"/>
                              </a:cxn>
                              <a:cxn ang="0">
                                <a:pos x="0" y="37552"/>
                              </a:cxn>
                              <a:cxn ang="0">
                                <a:pos x="37509" y="75103"/>
                              </a:cxn>
                              <a:cxn ang="0">
                                <a:pos x="37509" y="75103"/>
                              </a:cxn>
                              <a:cxn ang="0">
                                <a:pos x="626393" y="75103"/>
                              </a:cxn>
                              <a:cxn ang="0">
                                <a:pos x="693909" y="131431"/>
                              </a:cxn>
                              <a:cxn ang="0">
                                <a:pos x="693909" y="803606"/>
                              </a:cxn>
                              <a:cxn ang="0">
                                <a:pos x="626393" y="863689"/>
                              </a:cxn>
                              <a:cxn ang="0">
                                <a:pos x="551376" y="863689"/>
                              </a:cxn>
                              <a:cxn ang="0">
                                <a:pos x="551376" y="863689"/>
                              </a:cxn>
                              <a:cxn ang="0">
                                <a:pos x="517618" y="897485"/>
                              </a:cxn>
                              <a:cxn ang="0">
                                <a:pos x="551376" y="935037"/>
                              </a:cxn>
                              <a:cxn ang="0">
                                <a:pos x="551376" y="935037"/>
                              </a:cxn>
                              <a:cxn ang="0">
                                <a:pos x="626393" y="935037"/>
                              </a:cxn>
                              <a:cxn ang="0">
                                <a:pos x="765175" y="803606"/>
                              </a:cxn>
                              <a:cxn ang="0">
                                <a:pos x="765175" y="131431"/>
                              </a:cxn>
                              <a:cxn ang="0">
                                <a:pos x="663902" y="0"/>
                              </a:cxn>
                            </a:cxnLst>
                            <a:rect l="0" t="0" r="0" b="0"/>
                            <a:pathLst>
                              <a:path w="204" h="249">
                                <a:moveTo>
                                  <a:pt x="177" y="0"/>
                                </a:moveTo>
                                <a:cubicBezTo>
                                  <a:pt x="10" y="0"/>
                                  <a:pt x="10" y="0"/>
                                  <a:pt x="10" y="0"/>
                                </a:cubicBezTo>
                                <a:cubicBezTo>
                                  <a:pt x="5" y="0"/>
                                  <a:pt x="0" y="5"/>
                                  <a:pt x="0" y="10"/>
                                </a:cubicBezTo>
                                <a:cubicBezTo>
                                  <a:pt x="0" y="15"/>
                                  <a:pt x="5" y="20"/>
                                  <a:pt x="10" y="20"/>
                                </a:cubicBezTo>
                                <a:cubicBezTo>
                                  <a:pt x="10" y="20"/>
                                  <a:pt x="10" y="20"/>
                                  <a:pt x="10" y="20"/>
                                </a:cubicBezTo>
                                <a:cubicBezTo>
                                  <a:pt x="167" y="20"/>
                                  <a:pt x="167" y="20"/>
                                  <a:pt x="167" y="20"/>
                                </a:cubicBezTo>
                                <a:cubicBezTo>
                                  <a:pt x="177" y="20"/>
                                  <a:pt x="185" y="23"/>
                                  <a:pt x="185" y="35"/>
                                </a:cubicBezTo>
                                <a:cubicBezTo>
                                  <a:pt x="185" y="214"/>
                                  <a:pt x="185" y="214"/>
                                  <a:pt x="185" y="214"/>
                                </a:cubicBezTo>
                                <a:cubicBezTo>
                                  <a:pt x="185" y="226"/>
                                  <a:pt x="177" y="230"/>
                                  <a:pt x="167" y="230"/>
                                </a:cubicBezTo>
                                <a:cubicBezTo>
                                  <a:pt x="147" y="230"/>
                                  <a:pt x="147" y="230"/>
                                  <a:pt x="147" y="230"/>
                                </a:cubicBezTo>
                                <a:cubicBezTo>
                                  <a:pt x="147" y="230"/>
                                  <a:pt x="147" y="230"/>
                                  <a:pt x="147" y="230"/>
                                </a:cubicBezTo>
                                <a:cubicBezTo>
                                  <a:pt x="142" y="230"/>
                                  <a:pt x="138" y="234"/>
                                  <a:pt x="138" y="239"/>
                                </a:cubicBezTo>
                                <a:cubicBezTo>
                                  <a:pt x="138" y="245"/>
                                  <a:pt x="142" y="249"/>
                                  <a:pt x="147" y="249"/>
                                </a:cubicBezTo>
                                <a:cubicBezTo>
                                  <a:pt x="147" y="249"/>
                                  <a:pt x="147" y="249"/>
                                  <a:pt x="147" y="249"/>
                                </a:cubicBezTo>
                                <a:cubicBezTo>
                                  <a:pt x="167" y="249"/>
                                  <a:pt x="167" y="249"/>
                                  <a:pt x="167" y="249"/>
                                </a:cubicBezTo>
                                <a:cubicBezTo>
                                  <a:pt x="188" y="249"/>
                                  <a:pt x="204" y="241"/>
                                  <a:pt x="204" y="214"/>
                                </a:cubicBezTo>
                                <a:cubicBezTo>
                                  <a:pt x="204" y="35"/>
                                  <a:pt x="204" y="35"/>
                                  <a:pt x="204" y="35"/>
                                </a:cubicBezTo>
                                <a:cubicBezTo>
                                  <a:pt x="204" y="8"/>
                                  <a:pt x="188" y="0"/>
                                  <a:pt x="177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1" name="Freeform 152"/>
                        <wps:cNvSpPr/>
                        <wps:spPr>
                          <a:xfrm>
                            <a:off x="10627" y="7910"/>
                            <a:ext cx="859" cy="89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573088" y="490477"/>
                              </a:cxn>
                              <a:cxn ang="0">
                                <a:pos x="573088" y="101091"/>
                              </a:cxn>
                              <a:cxn ang="0">
                                <a:pos x="453226" y="0"/>
                              </a:cxn>
                              <a:cxn ang="0">
                                <a:pos x="119862" y="0"/>
                              </a:cxn>
                              <a:cxn ang="0">
                                <a:pos x="0" y="101091"/>
                              </a:cxn>
                              <a:cxn ang="0">
                                <a:pos x="0" y="490477"/>
                              </a:cxn>
                              <a:cxn ang="0">
                                <a:pos x="119862" y="595312"/>
                              </a:cxn>
                              <a:cxn ang="0">
                                <a:pos x="453226" y="595312"/>
                              </a:cxn>
                              <a:cxn ang="0">
                                <a:pos x="573088" y="490477"/>
                              </a:cxn>
                              <a:cxn ang="0">
                                <a:pos x="498175" y="490477"/>
                              </a:cxn>
                              <a:cxn ang="0">
                                <a:pos x="453226" y="520430"/>
                              </a:cxn>
                              <a:cxn ang="0">
                                <a:pos x="119862" y="520430"/>
                              </a:cxn>
                              <a:cxn ang="0">
                                <a:pos x="74913" y="490477"/>
                              </a:cxn>
                              <a:cxn ang="0">
                                <a:pos x="74913" y="340713"/>
                              </a:cxn>
                              <a:cxn ang="0">
                                <a:pos x="498175" y="340713"/>
                              </a:cxn>
                              <a:cxn ang="0">
                                <a:pos x="498175" y="490477"/>
                              </a:cxn>
                              <a:cxn ang="0">
                                <a:pos x="498175" y="269575"/>
                              </a:cxn>
                              <a:cxn ang="0">
                                <a:pos x="74913" y="269575"/>
                              </a:cxn>
                              <a:cxn ang="0">
                                <a:pos x="74913" y="101091"/>
                              </a:cxn>
                              <a:cxn ang="0">
                                <a:pos x="119862" y="74882"/>
                              </a:cxn>
                              <a:cxn ang="0">
                                <a:pos x="453226" y="74882"/>
                              </a:cxn>
                              <a:cxn ang="0">
                                <a:pos x="498175" y="101091"/>
                              </a:cxn>
                              <a:cxn ang="0">
                                <a:pos x="498175" y="269575"/>
                              </a:cxn>
                            </a:cxnLst>
                            <a:rect l="0" t="0" r="0" b="0"/>
                            <a:pathLst>
                              <a:path w="153" h="159">
                                <a:moveTo>
                                  <a:pt x="153" y="131"/>
                                </a:moveTo>
                                <a:cubicBezTo>
                                  <a:pt x="153" y="27"/>
                                  <a:pt x="153" y="27"/>
                                  <a:pt x="153" y="27"/>
                                </a:cubicBezTo>
                                <a:cubicBezTo>
                                  <a:pt x="153" y="3"/>
                                  <a:pt x="139" y="0"/>
                                  <a:pt x="121" y="0"/>
                                </a:cubicBezTo>
                                <a:cubicBezTo>
                                  <a:pt x="32" y="0"/>
                                  <a:pt x="32" y="0"/>
                                  <a:pt x="32" y="0"/>
                                </a:cubicBezTo>
                                <a:cubicBezTo>
                                  <a:pt x="14" y="0"/>
                                  <a:pt x="0" y="3"/>
                                  <a:pt x="0" y="27"/>
                                </a:cubicBezTo>
                                <a:cubicBezTo>
                                  <a:pt x="0" y="131"/>
                                  <a:pt x="0" y="131"/>
                                  <a:pt x="0" y="131"/>
                                </a:cubicBezTo>
                                <a:cubicBezTo>
                                  <a:pt x="0" y="155"/>
                                  <a:pt x="14" y="159"/>
                                  <a:pt x="32" y="159"/>
                                </a:cubicBezTo>
                                <a:cubicBezTo>
                                  <a:pt x="121" y="159"/>
                                  <a:pt x="121" y="159"/>
                                  <a:pt x="121" y="159"/>
                                </a:cubicBezTo>
                                <a:cubicBezTo>
                                  <a:pt x="139" y="159"/>
                                  <a:pt x="153" y="155"/>
                                  <a:pt x="153" y="131"/>
                                </a:cubicBezTo>
                                <a:close/>
                                <a:moveTo>
                                  <a:pt x="133" y="131"/>
                                </a:moveTo>
                                <a:cubicBezTo>
                                  <a:pt x="133" y="138"/>
                                  <a:pt x="128" y="139"/>
                                  <a:pt x="121" y="139"/>
                                </a:cubicBezTo>
                                <a:cubicBezTo>
                                  <a:pt x="32" y="139"/>
                                  <a:pt x="32" y="139"/>
                                  <a:pt x="32" y="139"/>
                                </a:cubicBezTo>
                                <a:cubicBezTo>
                                  <a:pt x="25" y="139"/>
                                  <a:pt x="20" y="138"/>
                                  <a:pt x="20" y="131"/>
                                </a:cubicBezTo>
                                <a:cubicBezTo>
                                  <a:pt x="20" y="91"/>
                                  <a:pt x="20" y="91"/>
                                  <a:pt x="20" y="91"/>
                                </a:cubicBezTo>
                                <a:cubicBezTo>
                                  <a:pt x="133" y="91"/>
                                  <a:pt x="133" y="91"/>
                                  <a:pt x="133" y="91"/>
                                </a:cubicBezTo>
                                <a:lnTo>
                                  <a:pt x="133" y="131"/>
                                </a:lnTo>
                                <a:close/>
                                <a:moveTo>
                                  <a:pt x="133" y="72"/>
                                </a:moveTo>
                                <a:cubicBezTo>
                                  <a:pt x="20" y="72"/>
                                  <a:pt x="20" y="72"/>
                                  <a:pt x="20" y="72"/>
                                </a:cubicBezTo>
                                <a:cubicBezTo>
                                  <a:pt x="20" y="27"/>
                                  <a:pt x="20" y="27"/>
                                  <a:pt x="20" y="27"/>
                                </a:cubicBezTo>
                                <a:cubicBezTo>
                                  <a:pt x="20" y="20"/>
                                  <a:pt x="25" y="20"/>
                                  <a:pt x="32" y="20"/>
                                </a:cubicBezTo>
                                <a:cubicBezTo>
                                  <a:pt x="121" y="20"/>
                                  <a:pt x="121" y="20"/>
                                  <a:pt x="121" y="20"/>
                                </a:cubicBezTo>
                                <a:cubicBezTo>
                                  <a:pt x="128" y="20"/>
                                  <a:pt x="133" y="20"/>
                                  <a:pt x="133" y="27"/>
                                </a:cubicBezTo>
                                <a:lnTo>
                                  <a:pt x="133" y="7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2" name="Freeform 154"/>
                        <wps:cNvSpPr/>
                        <wps:spPr>
                          <a:xfrm>
                            <a:off x="10301" y="7004"/>
                            <a:ext cx="751" cy="55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43338" y="334477"/>
                              </a:cxn>
                              <a:cxn ang="0">
                                <a:pos x="243338" y="334477"/>
                              </a:cxn>
                              <a:cxn ang="0">
                                <a:pos x="243338" y="210457"/>
                              </a:cxn>
                              <a:cxn ang="0">
                                <a:pos x="467957" y="210457"/>
                              </a:cxn>
                              <a:cxn ang="0">
                                <a:pos x="467957" y="210457"/>
                              </a:cxn>
                              <a:cxn ang="0">
                                <a:pos x="467957" y="210457"/>
                              </a:cxn>
                              <a:cxn ang="0">
                                <a:pos x="501650" y="172876"/>
                              </a:cxn>
                              <a:cxn ang="0">
                                <a:pos x="467957" y="139052"/>
                              </a:cxn>
                              <a:cxn ang="0">
                                <a:pos x="467957" y="139052"/>
                              </a:cxn>
                              <a:cxn ang="0">
                                <a:pos x="116053" y="139052"/>
                              </a:cxn>
                              <a:cxn ang="0">
                                <a:pos x="153490" y="48856"/>
                              </a:cxn>
                              <a:cxn ang="0">
                                <a:pos x="153490" y="48856"/>
                              </a:cxn>
                              <a:cxn ang="0">
                                <a:pos x="153490" y="33823"/>
                              </a:cxn>
                              <a:cxn ang="0">
                                <a:pos x="116053" y="0"/>
                              </a:cxn>
                              <a:cxn ang="0">
                                <a:pos x="82360" y="22549"/>
                              </a:cxn>
                              <a:cxn ang="0">
                                <a:pos x="0" y="210457"/>
                              </a:cxn>
                              <a:cxn ang="0">
                                <a:pos x="172208" y="210457"/>
                              </a:cxn>
                              <a:cxn ang="0">
                                <a:pos x="172208" y="330718"/>
                              </a:cxn>
                              <a:cxn ang="0">
                                <a:pos x="172208" y="334477"/>
                              </a:cxn>
                              <a:cxn ang="0">
                                <a:pos x="205901" y="368300"/>
                              </a:cxn>
                              <a:cxn ang="0">
                                <a:pos x="243338" y="334477"/>
                              </a:cxn>
                            </a:cxnLst>
                            <a:rect l="0" t="0" r="0" b="0"/>
                            <a:pathLst>
                              <a:path w="134" h="98">
                                <a:moveTo>
                                  <a:pt x="65" y="89"/>
                                </a:moveTo>
                                <a:cubicBezTo>
                                  <a:pt x="65" y="89"/>
                                  <a:pt x="65" y="89"/>
                                  <a:pt x="65" y="89"/>
                                </a:cubicBezTo>
                                <a:cubicBezTo>
                                  <a:pt x="65" y="56"/>
                                  <a:pt x="65" y="56"/>
                                  <a:pt x="65" y="56"/>
                                </a:cubicBezTo>
                                <a:cubicBezTo>
                                  <a:pt x="125" y="56"/>
                                  <a:pt x="125" y="56"/>
                                  <a:pt x="125" y="56"/>
                                </a:cubicBezTo>
                                <a:cubicBezTo>
                                  <a:pt x="125" y="56"/>
                                  <a:pt x="125" y="56"/>
                                  <a:pt x="125" y="56"/>
                                </a:cubicBezTo>
                                <a:cubicBezTo>
                                  <a:pt x="125" y="56"/>
                                  <a:pt x="125" y="56"/>
                                  <a:pt x="125" y="56"/>
                                </a:cubicBezTo>
                                <a:cubicBezTo>
                                  <a:pt x="130" y="56"/>
                                  <a:pt x="134" y="52"/>
                                  <a:pt x="134" y="46"/>
                                </a:cubicBezTo>
                                <a:cubicBezTo>
                                  <a:pt x="134" y="41"/>
                                  <a:pt x="130" y="37"/>
                                  <a:pt x="125" y="37"/>
                                </a:cubicBezTo>
                                <a:cubicBezTo>
                                  <a:pt x="125" y="37"/>
                                  <a:pt x="125" y="37"/>
                                  <a:pt x="125" y="37"/>
                                </a:cubicBezTo>
                                <a:cubicBezTo>
                                  <a:pt x="31" y="37"/>
                                  <a:pt x="31" y="37"/>
                                  <a:pt x="31" y="37"/>
                                </a:cubicBezTo>
                                <a:cubicBezTo>
                                  <a:pt x="41" y="13"/>
                                  <a:pt x="41" y="13"/>
                                  <a:pt x="41" y="13"/>
                                </a:cubicBezTo>
                                <a:cubicBezTo>
                                  <a:pt x="41" y="13"/>
                                  <a:pt x="41" y="13"/>
                                  <a:pt x="41" y="13"/>
                                </a:cubicBezTo>
                                <a:cubicBezTo>
                                  <a:pt x="41" y="12"/>
                                  <a:pt x="41" y="11"/>
                                  <a:pt x="41" y="9"/>
                                </a:cubicBezTo>
                                <a:cubicBezTo>
                                  <a:pt x="41" y="4"/>
                                  <a:pt x="37" y="0"/>
                                  <a:pt x="31" y="0"/>
                                </a:cubicBezTo>
                                <a:cubicBezTo>
                                  <a:pt x="27" y="0"/>
                                  <a:pt x="24" y="2"/>
                                  <a:pt x="22" y="6"/>
                                </a:cubicBezTo>
                                <a:cubicBezTo>
                                  <a:pt x="0" y="56"/>
                                  <a:pt x="0" y="56"/>
                                  <a:pt x="0" y="56"/>
                                </a:cubicBezTo>
                                <a:cubicBezTo>
                                  <a:pt x="46" y="56"/>
                                  <a:pt x="46" y="56"/>
                                  <a:pt x="46" y="56"/>
                                </a:cubicBezTo>
                                <a:cubicBezTo>
                                  <a:pt x="46" y="88"/>
                                  <a:pt x="46" y="88"/>
                                  <a:pt x="46" y="88"/>
                                </a:cubicBezTo>
                                <a:cubicBezTo>
                                  <a:pt x="46" y="88"/>
                                  <a:pt x="46" y="88"/>
                                  <a:pt x="46" y="89"/>
                                </a:cubicBezTo>
                                <a:cubicBezTo>
                                  <a:pt x="46" y="94"/>
                                  <a:pt x="50" y="98"/>
                                  <a:pt x="55" y="98"/>
                                </a:cubicBezTo>
                                <a:cubicBezTo>
                                  <a:pt x="61" y="98"/>
                                  <a:pt x="65" y="94"/>
                                  <a:pt x="65" y="89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3" name="Freeform 156"/>
                        <wps:cNvSpPr/>
                        <wps:spPr>
                          <a:xfrm>
                            <a:off x="10367" y="7910"/>
                            <a:ext cx="107" cy="112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37599" y="0"/>
                              </a:cxn>
                              <a:cxn ang="0">
                                <a:pos x="0" y="33764"/>
                              </a:cxn>
                              <a:cxn ang="0">
                                <a:pos x="0" y="716546"/>
                              </a:cxn>
                              <a:cxn ang="0">
                                <a:pos x="0" y="716546"/>
                              </a:cxn>
                              <a:cxn ang="0">
                                <a:pos x="37599" y="754062"/>
                              </a:cxn>
                              <a:cxn ang="0">
                                <a:pos x="71438" y="716546"/>
                              </a:cxn>
                              <a:cxn ang="0">
                                <a:pos x="71438" y="716546"/>
                              </a:cxn>
                              <a:cxn ang="0">
                                <a:pos x="71438" y="33764"/>
                              </a:cxn>
                              <a:cxn ang="0">
                                <a:pos x="37599" y="0"/>
                              </a:cxn>
                            </a:cxnLst>
                            <a:rect l="0" t="0" r="0" b="0"/>
                            <a:pathLst>
                              <a:path w="19" h="201">
                                <a:moveTo>
                                  <a:pt x="10" y="0"/>
                                </a:moveTo>
                                <a:cubicBezTo>
                                  <a:pt x="4" y="0"/>
                                  <a:pt x="0" y="4"/>
                                  <a:pt x="0" y="9"/>
                                </a:cubicBezTo>
                                <a:cubicBezTo>
                                  <a:pt x="0" y="191"/>
                                  <a:pt x="0" y="191"/>
                                  <a:pt x="0" y="191"/>
                                </a:cubicBezTo>
                                <a:cubicBezTo>
                                  <a:pt x="0" y="191"/>
                                  <a:pt x="0" y="191"/>
                                  <a:pt x="0" y="191"/>
                                </a:cubicBezTo>
                                <a:cubicBezTo>
                                  <a:pt x="0" y="197"/>
                                  <a:pt x="4" y="201"/>
                                  <a:pt x="10" y="201"/>
                                </a:cubicBezTo>
                                <a:cubicBezTo>
                                  <a:pt x="15" y="201"/>
                                  <a:pt x="19" y="197"/>
                                  <a:pt x="19" y="191"/>
                                </a:cubicBezTo>
                                <a:cubicBezTo>
                                  <a:pt x="19" y="191"/>
                                  <a:pt x="19" y="191"/>
                                  <a:pt x="19" y="191"/>
                                </a:cubicBezTo>
                                <a:cubicBezTo>
                                  <a:pt x="19" y="9"/>
                                  <a:pt x="19" y="9"/>
                                  <a:pt x="19" y="9"/>
                                </a:cubicBezTo>
                                <a:cubicBezTo>
                                  <a:pt x="19" y="4"/>
                                  <a:pt x="15" y="0"/>
                                  <a:pt x="1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4" name="Freeform 155"/>
                        <wps:cNvSpPr/>
                        <wps:spPr>
                          <a:xfrm>
                            <a:off x="11109" y="7004"/>
                            <a:ext cx="726" cy="55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46654" y="138834"/>
                              </a:cxn>
                              <a:cxn ang="0">
                                <a:pos x="446654" y="138834"/>
                              </a:cxn>
                              <a:cxn ang="0">
                                <a:pos x="116355" y="138834"/>
                              </a:cxn>
                              <a:cxn ang="0">
                                <a:pos x="153889" y="48780"/>
                              </a:cxn>
                              <a:cxn ang="0">
                                <a:pos x="153889" y="48780"/>
                              </a:cxn>
                              <a:cxn ang="0">
                                <a:pos x="157643" y="33770"/>
                              </a:cxn>
                              <a:cxn ang="0">
                                <a:pos x="120109" y="0"/>
                              </a:cxn>
                              <a:cxn ang="0">
                                <a:pos x="82575" y="22514"/>
                              </a:cxn>
                              <a:cxn ang="0">
                                <a:pos x="0" y="210127"/>
                              </a:cxn>
                              <a:cxn ang="0">
                                <a:pos x="161396" y="210127"/>
                              </a:cxn>
                              <a:cxn ang="0">
                                <a:pos x="161396" y="333952"/>
                              </a:cxn>
                              <a:cxn ang="0">
                                <a:pos x="161396" y="333952"/>
                              </a:cxn>
                              <a:cxn ang="0">
                                <a:pos x="161396" y="333952"/>
                              </a:cxn>
                              <a:cxn ang="0">
                                <a:pos x="198930" y="371475"/>
                              </a:cxn>
                              <a:cxn ang="0">
                                <a:pos x="232711" y="333952"/>
                              </a:cxn>
                              <a:cxn ang="0">
                                <a:pos x="232711" y="333952"/>
                              </a:cxn>
                              <a:cxn ang="0">
                                <a:pos x="232711" y="333952"/>
                              </a:cxn>
                              <a:cxn ang="0">
                                <a:pos x="232711" y="210127"/>
                              </a:cxn>
                              <a:cxn ang="0">
                                <a:pos x="446654" y="210127"/>
                              </a:cxn>
                              <a:cxn ang="0">
                                <a:pos x="446654" y="210127"/>
                              </a:cxn>
                              <a:cxn ang="0">
                                <a:pos x="446654" y="210127"/>
                              </a:cxn>
                              <a:cxn ang="0">
                                <a:pos x="484188" y="172605"/>
                              </a:cxn>
                              <a:cxn ang="0">
                                <a:pos x="446654" y="138834"/>
                              </a:cxn>
                            </a:cxnLst>
                            <a:rect l="0" t="0" r="0" b="0"/>
                            <a:pathLst>
                              <a:path w="129" h="99">
                                <a:moveTo>
                                  <a:pt x="119" y="37"/>
                                </a:moveTo>
                                <a:cubicBezTo>
                                  <a:pt x="119" y="37"/>
                                  <a:pt x="119" y="37"/>
                                  <a:pt x="119" y="37"/>
                                </a:cubicBezTo>
                                <a:cubicBezTo>
                                  <a:pt x="31" y="37"/>
                                  <a:pt x="31" y="37"/>
                                  <a:pt x="31" y="37"/>
                                </a:cubicBezTo>
                                <a:cubicBezTo>
                                  <a:pt x="41" y="13"/>
                                  <a:pt x="41" y="13"/>
                                  <a:pt x="41" y="13"/>
                                </a:cubicBezTo>
                                <a:cubicBezTo>
                                  <a:pt x="41" y="13"/>
                                  <a:pt x="41" y="13"/>
                                  <a:pt x="41" y="13"/>
                                </a:cubicBezTo>
                                <a:cubicBezTo>
                                  <a:pt x="41" y="12"/>
                                  <a:pt x="42" y="11"/>
                                  <a:pt x="42" y="9"/>
                                </a:cubicBezTo>
                                <a:cubicBezTo>
                                  <a:pt x="42" y="4"/>
                                  <a:pt x="37" y="0"/>
                                  <a:pt x="32" y="0"/>
                                </a:cubicBezTo>
                                <a:cubicBezTo>
                                  <a:pt x="27" y="0"/>
                                  <a:pt x="24" y="2"/>
                                  <a:pt x="22" y="6"/>
                                </a:cubicBezTo>
                                <a:cubicBezTo>
                                  <a:pt x="0" y="56"/>
                                  <a:pt x="0" y="56"/>
                                  <a:pt x="0" y="56"/>
                                </a:cubicBezTo>
                                <a:cubicBezTo>
                                  <a:pt x="43" y="56"/>
                                  <a:pt x="43" y="56"/>
                                  <a:pt x="43" y="56"/>
                                </a:cubicBezTo>
                                <a:cubicBezTo>
                                  <a:pt x="43" y="89"/>
                                  <a:pt x="43" y="89"/>
                                  <a:pt x="43" y="89"/>
                                </a:cubicBezTo>
                                <a:cubicBezTo>
                                  <a:pt x="43" y="89"/>
                                  <a:pt x="43" y="89"/>
                                  <a:pt x="43" y="89"/>
                                </a:cubicBezTo>
                                <a:cubicBezTo>
                                  <a:pt x="43" y="89"/>
                                  <a:pt x="43" y="89"/>
                                  <a:pt x="43" y="89"/>
                                </a:cubicBezTo>
                                <a:cubicBezTo>
                                  <a:pt x="43" y="94"/>
                                  <a:pt x="47" y="99"/>
                                  <a:pt x="53" y="99"/>
                                </a:cubicBezTo>
                                <a:cubicBezTo>
                                  <a:pt x="58" y="99"/>
                                  <a:pt x="62" y="94"/>
                                  <a:pt x="62" y="89"/>
                                </a:cubicBezTo>
                                <a:cubicBezTo>
                                  <a:pt x="62" y="89"/>
                                  <a:pt x="62" y="89"/>
                                  <a:pt x="62" y="89"/>
                                </a:cubicBezTo>
                                <a:cubicBezTo>
                                  <a:pt x="62" y="89"/>
                                  <a:pt x="62" y="89"/>
                                  <a:pt x="62" y="89"/>
                                </a:cubicBezTo>
                                <a:cubicBezTo>
                                  <a:pt x="62" y="56"/>
                                  <a:pt x="62" y="56"/>
                                  <a:pt x="62" y="56"/>
                                </a:cubicBezTo>
                                <a:cubicBezTo>
                                  <a:pt x="119" y="56"/>
                                  <a:pt x="119" y="56"/>
                                  <a:pt x="119" y="56"/>
                                </a:cubicBezTo>
                                <a:cubicBezTo>
                                  <a:pt x="119" y="56"/>
                                  <a:pt x="119" y="56"/>
                                  <a:pt x="119" y="56"/>
                                </a:cubicBezTo>
                                <a:cubicBezTo>
                                  <a:pt x="119" y="56"/>
                                  <a:pt x="119" y="56"/>
                                  <a:pt x="119" y="56"/>
                                </a:cubicBezTo>
                                <a:cubicBezTo>
                                  <a:pt x="124" y="56"/>
                                  <a:pt x="129" y="52"/>
                                  <a:pt x="129" y="46"/>
                                </a:cubicBezTo>
                                <a:cubicBezTo>
                                  <a:pt x="129" y="41"/>
                                  <a:pt x="124" y="37"/>
                                  <a:pt x="119" y="3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5" name="Freeform 153"/>
                        <wps:cNvSpPr/>
                        <wps:spPr>
                          <a:xfrm>
                            <a:off x="10367" y="7578"/>
                            <a:ext cx="107" cy="2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37599" y="0"/>
                              </a:cxn>
                              <a:cxn ang="0">
                                <a:pos x="0" y="33719"/>
                              </a:cxn>
                              <a:cxn ang="0">
                                <a:pos x="0" y="149860"/>
                              </a:cxn>
                              <a:cxn ang="0">
                                <a:pos x="37599" y="187325"/>
                              </a:cxn>
                              <a:cxn ang="0">
                                <a:pos x="71438" y="149860"/>
                              </a:cxn>
                              <a:cxn ang="0">
                                <a:pos x="71438" y="33719"/>
                              </a:cxn>
                              <a:cxn ang="0">
                                <a:pos x="37599" y="0"/>
                              </a:cxn>
                            </a:cxnLst>
                            <a:rect l="0" t="0" r="0" b="0"/>
                            <a:pathLst>
                              <a:path w="19" h="50">
                                <a:moveTo>
                                  <a:pt x="10" y="0"/>
                                </a:moveTo>
                                <a:cubicBezTo>
                                  <a:pt x="4" y="0"/>
                                  <a:pt x="0" y="4"/>
                                  <a:pt x="0" y="9"/>
                                </a:cubicBezTo>
                                <a:cubicBezTo>
                                  <a:pt x="0" y="40"/>
                                  <a:pt x="0" y="40"/>
                                  <a:pt x="0" y="40"/>
                                </a:cubicBezTo>
                                <a:cubicBezTo>
                                  <a:pt x="0" y="46"/>
                                  <a:pt x="4" y="50"/>
                                  <a:pt x="10" y="50"/>
                                </a:cubicBezTo>
                                <a:cubicBezTo>
                                  <a:pt x="15" y="50"/>
                                  <a:pt x="19" y="46"/>
                                  <a:pt x="19" y="40"/>
                                </a:cubicBezTo>
                                <a:cubicBezTo>
                                  <a:pt x="19" y="9"/>
                                  <a:pt x="19" y="9"/>
                                  <a:pt x="19" y="9"/>
                                </a:cubicBezTo>
                                <a:cubicBezTo>
                                  <a:pt x="19" y="4"/>
                                  <a:pt x="15" y="0"/>
                                  <a:pt x="1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" o:spid="_x0000_s1026" o:spt="203" style="position:absolute;left:0pt;margin-left:177.1pt;margin-top:60.65pt;height:81.15pt;width:61.1pt;z-index:251743232;mso-width-relative:page;mso-height-relative:page;" coordorigin="10301,7004" coordsize="1534,2035" o:gfxdata="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">
                <o:lock v:ext="edit" aspectratio="f"/>
                <v:shape id="Freeform 151" o:spid="_x0000_s1026" o:spt="100" style="position:absolute;left:10586;top:7639;height:1400;width:1146;" filled="t" stroked="f" coordsize="204,249" o:gfxdata="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xv6ja5AAAA2wAA&#10;AA8AAAAAAAAAAQAgAAAAIgAAAGRycy9kb3ducmV2LnhtbFBLAQIUABQAAAAIAIdO4kAzLwWeOwAA&#10;ADkAAAAQAAAAAAAAAAEAIAAAAAgBAABkcnMvc2hhcGV4bWwueG1sUEsFBgAAAAAGAAYAWwEAALID&#10;AAAAAA==&#10;" path="m177,0c10,0,10,0,10,0c5,0,0,5,0,10c0,15,5,20,10,20c10,20,10,20,10,20c167,20,167,20,167,20c177,20,185,23,185,35c185,214,185,214,185,214c185,226,177,230,167,230c147,230,147,230,147,230c147,230,147,230,147,230c142,230,138,234,138,239c138,245,142,249,147,249c147,249,147,249,147,249c167,249,167,249,167,249c188,249,204,241,204,214c204,35,204,35,204,35c204,8,188,0,177,0xe">
                  <v:path o:connectlocs="663902,0;37509,0;0,37552;37509,75103;37509,75103;626393,75103;693909,131431;693909,803606;626393,863689;551376,863689;551376,863689;517618,897485;551376,935037;551376,935037;626393,935037;765175,803606;765175,131431;663902,0" o:connectangles="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52" o:spid="_x0000_s1026" o:spt="100" style="position:absolute;left:10627;top:7910;height:891;width:859;" filled="t" stroked="f" coordsize="153,159" o:gfxdata="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idc/+8AAAA&#10;2wAAAA8AAAAAAAAAAQAgAAAAIgAAAGRycy9kb3ducmV2LnhtbFBLAQIUABQAAAAIAIdO4kAzLwWe&#10;OwAAADkAAAAQAAAAAAAAAAEAIAAAAAsBAABkcnMvc2hhcGV4bWwueG1sUEsFBgAAAAAGAAYAWwEA&#10;ALUDAAAAAA==&#10;" path="m153,131c153,27,153,27,153,27c153,3,139,0,121,0c32,0,32,0,32,0c14,0,0,3,0,27c0,131,0,131,0,131c0,155,14,159,32,159c121,159,121,159,121,159c139,159,153,155,153,131xm133,131c133,138,128,139,121,139c32,139,32,139,32,139c25,139,20,138,20,131c20,91,20,91,20,91c133,91,133,91,133,91l133,131xm133,72c20,72,20,72,20,72c20,27,20,27,20,27c20,20,25,20,32,20c121,20,121,20,121,20c128,20,133,20,133,27l133,72xe">
                  <v:path o:connectlocs="573088,490477;573088,101091;453226,0;119862,0;0,101091;0,490477;119862,595312;453226,595312;573088,490477;498175,490477;453226,520430;119862,520430;74913,490477;74913,340713;498175,340713;498175,490477;498175,269575;74913,269575;74913,101091;119862,74882;453226,74882;498175,101091;498175,269575" o:connectangles="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54" o:spid="_x0000_s1026" o:spt="100" style="position:absolute;left:10301;top:7004;height:551;width:751;" filled="t" stroked="f" coordsize="134,98" o:gfxdata="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H00/r4A&#10;AADbAAAADwAAAAAAAAABACAAAAAiAAAAZHJzL2Rvd25yZXYueG1sUEsBAhQAFAAAAAgAh07iQDMv&#10;BZ47AAAAOQAAABAAAAAAAAAAAQAgAAAADQEAAGRycy9zaGFwZXhtbC54bWxQSwUGAAAAAAYABgBb&#10;AQAAtwMAAAAA&#10;" path="m65,89c65,89,65,89,65,89c65,56,65,56,65,56c125,56,125,56,125,56c125,56,125,56,125,56c125,56,125,56,125,56c130,56,134,52,134,46c134,41,130,37,125,37c125,37,125,37,125,37c31,37,31,37,31,37c41,13,41,13,41,13c41,13,41,13,41,13c41,12,41,11,41,9c41,4,37,0,31,0c27,0,24,2,22,6c0,56,0,56,0,56c46,56,46,56,46,56c46,88,46,88,46,88c46,88,46,88,46,89c46,94,50,98,55,98c61,98,65,94,65,89xe">
                  <v:path o:connectlocs="243338,334477;243338,334477;243338,210457;467957,210457;467957,210457;467957,210457;501650,172876;467957,139052;467957,139052;116053,139052;153490,48856;153490,48856;153490,33823;116053,0;82360,22549;0,210457;172208,210457;172208,330718;172208,334477;205901,368300;243338,334477" o:connectangles="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56" o:spid="_x0000_s1026" o:spt="100" style="position:absolute;left:10367;top:7910;height:1129;width:107;" filled="t" stroked="f" coordsize="19,201" o:gfxdata="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87Szq/&#10;AAAA2wAAAA8AAAAAAAAAAQAgAAAAIgAAAGRycy9kb3ducmV2LnhtbFBLAQIUABQAAAAIAIdO4kAz&#10;LwWeOwAAADkAAAAQAAAAAAAAAAEAIAAAAA4BAABkcnMvc2hhcGV4bWwueG1sUEsFBgAAAAAGAAYA&#10;WwEAALgDAAAAAA==&#10;" path="m10,0c4,0,0,4,0,9c0,191,0,191,0,191c0,191,0,191,0,191c0,197,4,201,10,201c15,201,19,197,19,191c19,191,19,191,19,191c19,9,19,9,19,9c19,4,15,0,10,0xe">
                  <v:path o:connectlocs="37599,0;0,33764;0,716546;0,716546;37599,754062;71438,716546;71438,716546;71438,33764;37599,0" o:connectangles="0,0,0,0,0,0,0,0,0"/>
                  <v:fill on="t" focussize="0,0"/>
                  <v:stroke on="f"/>
                  <v:imagedata o:title=""/>
                  <o:lock v:ext="edit" aspectratio="f"/>
                </v:shape>
                <v:shape id="Freeform 155" o:spid="_x0000_s1026" o:spt="100" style="position:absolute;left:11109;top:7004;height:556;width:726;" filled="t" stroked="f" coordsize="129,99" o:gfxdata="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KQ4yu/&#10;AAAA2wAAAA8AAAAAAAAAAQAgAAAAIgAAAGRycy9kb3ducmV2LnhtbFBLAQIUABQAAAAIAIdO4kAz&#10;LwWeOwAAADkAAAAQAAAAAAAAAAEAIAAAAA4BAABkcnMvc2hhcGV4bWwueG1sUEsFBgAAAAAGAAYA&#10;WwEAALgDAAAAAA==&#10;" path="m119,37c119,37,119,37,119,37c31,37,31,37,31,37c41,13,41,13,41,13c41,13,41,13,41,13c41,12,42,11,42,9c42,4,37,0,32,0c27,0,24,2,22,6c0,56,0,56,0,56c43,56,43,56,43,56c43,89,43,89,43,89c43,89,43,89,43,89c43,89,43,89,43,89c43,94,47,99,53,99c58,99,62,94,62,89c62,89,62,89,62,89c62,89,62,89,62,89c62,56,62,56,62,56c119,56,119,56,119,56c119,56,119,56,119,56c119,56,119,56,119,56c124,56,129,52,129,46c129,41,124,37,119,37xe">
                  <v:path o:connectlocs="446654,138834;446654,138834;116355,138834;153889,48780;153889,48780;157643,33770;120109,0;82575,22514;0,210127;161396,210127;161396,333952;161396,333952;161396,333952;198930,371475;232711,333952;232711,333952;232711,333952;232711,210127;446654,210127;446654,210127;446654,210127;484188,172605;446654,138834" o:connectangles="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53" o:spid="_x0000_s1026" o:spt="100" style="position:absolute;left:10367;top:7578;height:281;width:107;" filled="t" stroked="f" coordsize="19,50" o:gfxdata="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rLUnr4A&#10;AADbAAAADwAAAAAAAAABACAAAAAiAAAAZHJzL2Rvd25yZXYueG1sUEsBAhQAFAAAAAgAh07iQDMv&#10;BZ47AAAAOQAAABAAAAAAAAAAAQAgAAAADQEAAGRycy9zaGFwZXhtbC54bWxQSwUGAAAAAAYABgBb&#10;AQAAtwMAAAAA&#10;" path="m10,0c4,0,0,4,0,9c0,40,0,40,0,40c0,46,4,50,10,50c15,50,19,46,19,40c19,9,19,9,19,9c19,4,15,0,10,0xe">
                  <v:path o:connectlocs="37599,0;0,33719;0,149860;37599,187325;71438,149860;71438,33719;37599,0" o:connectangles="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2256155</wp:posOffset>
                </wp:positionH>
                <wp:positionV relativeFrom="paragraph">
                  <wp:posOffset>2137410</wp:posOffset>
                </wp:positionV>
                <wp:extent cx="762000" cy="1002030"/>
                <wp:effectExtent l="0" t="0" r="19050" b="7620"/>
                <wp:wrapNone/>
                <wp:docPr id="74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002030"/>
                          <a:chOff x="12226" y="7061"/>
                          <a:chExt cx="1504" cy="1973"/>
                        </a:xfr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g:grpSpPr>
                      <wps:wsp>
                        <wps:cNvPr id="75" name="Freeform 157"/>
                        <wps:cNvSpPr/>
                        <wps:spPr>
                          <a:xfrm>
                            <a:off x="12226" y="7061"/>
                            <a:ext cx="1505" cy="1973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971142" y="0"/>
                              </a:cxn>
                              <a:cxn ang="0">
                                <a:pos x="191229" y="0"/>
                              </a:cxn>
                              <a:cxn ang="0">
                                <a:pos x="52494" y="127633"/>
                              </a:cxn>
                              <a:cxn ang="0">
                                <a:pos x="0" y="1280086"/>
                              </a:cxn>
                              <a:cxn ang="0">
                                <a:pos x="0" y="1280086"/>
                              </a:cxn>
                              <a:cxn ang="0">
                                <a:pos x="0" y="1280086"/>
                              </a:cxn>
                              <a:cxn ang="0">
                                <a:pos x="33746" y="1317625"/>
                              </a:cxn>
                              <a:cxn ang="0">
                                <a:pos x="71242" y="1280086"/>
                              </a:cxn>
                              <a:cxn ang="0">
                                <a:pos x="71242" y="1280086"/>
                              </a:cxn>
                              <a:cxn ang="0">
                                <a:pos x="127486" y="131387"/>
                              </a:cxn>
                              <a:cxn ang="0">
                                <a:pos x="191229" y="71324"/>
                              </a:cxn>
                              <a:cxn ang="0">
                                <a:pos x="971142" y="71324"/>
                              </a:cxn>
                              <a:cxn ang="0">
                                <a:pos x="971142" y="71324"/>
                              </a:cxn>
                              <a:cxn ang="0">
                                <a:pos x="1004888" y="33785"/>
                              </a:cxn>
                              <a:cxn ang="0">
                                <a:pos x="971142" y="0"/>
                              </a:cxn>
                            </a:cxnLst>
                            <a:rect l="0" t="0" r="0" b="0"/>
                            <a:pathLst>
                              <a:path w="268" h="351">
                                <a:moveTo>
                                  <a:pt x="259" y="0"/>
                                </a:moveTo>
                                <a:cubicBezTo>
                                  <a:pt x="51" y="0"/>
                                  <a:pt x="51" y="0"/>
                                  <a:pt x="51" y="0"/>
                                </a:cubicBezTo>
                                <a:cubicBezTo>
                                  <a:pt x="31" y="0"/>
                                  <a:pt x="16" y="7"/>
                                  <a:pt x="14" y="34"/>
                                </a:cubicBezTo>
                                <a:cubicBezTo>
                                  <a:pt x="0" y="341"/>
                                  <a:pt x="0" y="341"/>
                                  <a:pt x="0" y="341"/>
                                </a:cubicBezTo>
                                <a:cubicBezTo>
                                  <a:pt x="0" y="341"/>
                                  <a:pt x="0" y="341"/>
                                  <a:pt x="0" y="341"/>
                                </a:cubicBezTo>
                                <a:cubicBezTo>
                                  <a:pt x="0" y="341"/>
                                  <a:pt x="0" y="341"/>
                                  <a:pt x="0" y="341"/>
                                </a:cubicBezTo>
                                <a:cubicBezTo>
                                  <a:pt x="0" y="347"/>
                                  <a:pt x="4" y="351"/>
                                  <a:pt x="9" y="351"/>
                                </a:cubicBezTo>
                                <a:cubicBezTo>
                                  <a:pt x="15" y="351"/>
                                  <a:pt x="19" y="347"/>
                                  <a:pt x="19" y="341"/>
                                </a:cubicBezTo>
                                <a:cubicBezTo>
                                  <a:pt x="19" y="341"/>
                                  <a:pt x="19" y="341"/>
                                  <a:pt x="19" y="341"/>
                                </a:cubicBezTo>
                                <a:cubicBezTo>
                                  <a:pt x="34" y="35"/>
                                  <a:pt x="34" y="35"/>
                                  <a:pt x="34" y="35"/>
                                </a:cubicBezTo>
                                <a:cubicBezTo>
                                  <a:pt x="35" y="23"/>
                                  <a:pt x="42" y="19"/>
                                  <a:pt x="51" y="19"/>
                                </a:cubicBezTo>
                                <a:cubicBezTo>
                                  <a:pt x="259" y="19"/>
                                  <a:pt x="259" y="19"/>
                                  <a:pt x="259" y="19"/>
                                </a:cubicBezTo>
                                <a:cubicBezTo>
                                  <a:pt x="259" y="19"/>
                                  <a:pt x="259" y="19"/>
                                  <a:pt x="259" y="19"/>
                                </a:cubicBezTo>
                                <a:cubicBezTo>
                                  <a:pt x="264" y="19"/>
                                  <a:pt x="268" y="15"/>
                                  <a:pt x="268" y="9"/>
                                </a:cubicBezTo>
                                <a:cubicBezTo>
                                  <a:pt x="268" y="4"/>
                                  <a:pt x="264" y="0"/>
                                  <a:pt x="259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76" name="Freeform 158"/>
                        <wps:cNvSpPr/>
                        <wps:spPr>
                          <a:xfrm>
                            <a:off x="12524" y="7280"/>
                            <a:ext cx="1122" cy="175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610680" y="221548"/>
                              </a:cxn>
                              <a:cxn ang="0">
                                <a:pos x="543243" y="221548"/>
                              </a:cxn>
                              <a:cxn ang="0">
                                <a:pos x="273495" y="0"/>
                              </a:cxn>
                              <a:cxn ang="0">
                                <a:pos x="0" y="274119"/>
                              </a:cxn>
                              <a:cxn ang="0">
                                <a:pos x="198565" y="536972"/>
                              </a:cxn>
                              <a:cxn ang="0">
                                <a:pos x="104902" y="1126514"/>
                              </a:cxn>
                              <a:cxn ang="0">
                                <a:pos x="104902" y="1126514"/>
                              </a:cxn>
                              <a:cxn ang="0">
                                <a:pos x="104902" y="1130269"/>
                              </a:cxn>
                              <a:cxn ang="0">
                                <a:pos x="104902" y="1130269"/>
                              </a:cxn>
                              <a:cxn ang="0">
                                <a:pos x="104902" y="1134025"/>
                              </a:cxn>
                              <a:cxn ang="0">
                                <a:pos x="142367" y="1171575"/>
                              </a:cxn>
                              <a:cxn ang="0">
                                <a:pos x="176086" y="1141535"/>
                              </a:cxn>
                              <a:cxn ang="0">
                                <a:pos x="176086" y="1141535"/>
                              </a:cxn>
                              <a:cxn ang="0">
                                <a:pos x="273495" y="548237"/>
                              </a:cxn>
                              <a:cxn ang="0">
                                <a:pos x="273495" y="548237"/>
                              </a:cxn>
                              <a:cxn ang="0">
                                <a:pos x="546989" y="296649"/>
                              </a:cxn>
                              <a:cxn ang="0">
                                <a:pos x="610680" y="296649"/>
                              </a:cxn>
                              <a:cxn ang="0">
                                <a:pos x="678117" y="352975"/>
                              </a:cxn>
                              <a:cxn ang="0">
                                <a:pos x="678117" y="1040148"/>
                              </a:cxn>
                              <a:cxn ang="0">
                                <a:pos x="610680" y="1100229"/>
                              </a:cxn>
                              <a:cxn ang="0">
                                <a:pos x="423355" y="1100229"/>
                              </a:cxn>
                              <a:cxn ang="0">
                                <a:pos x="419608" y="1100229"/>
                              </a:cxn>
                              <a:cxn ang="0">
                                <a:pos x="385890" y="1134025"/>
                              </a:cxn>
                              <a:cxn ang="0">
                                <a:pos x="419608" y="1171575"/>
                              </a:cxn>
                              <a:cxn ang="0">
                                <a:pos x="419608" y="1171575"/>
                              </a:cxn>
                              <a:cxn ang="0">
                                <a:pos x="610680" y="1171575"/>
                              </a:cxn>
                              <a:cxn ang="0">
                                <a:pos x="749300" y="1040148"/>
                              </a:cxn>
                              <a:cxn ang="0">
                                <a:pos x="749300" y="352975"/>
                              </a:cxn>
                              <a:cxn ang="0">
                                <a:pos x="610680" y="221548"/>
                              </a:cxn>
                              <a:cxn ang="0">
                                <a:pos x="273495" y="473136"/>
                              </a:cxn>
                              <a:cxn ang="0">
                                <a:pos x="71184" y="274119"/>
                              </a:cxn>
                              <a:cxn ang="0">
                                <a:pos x="273495" y="71346"/>
                              </a:cxn>
                              <a:cxn ang="0">
                                <a:pos x="472059" y="274119"/>
                              </a:cxn>
                              <a:cxn ang="0">
                                <a:pos x="273495" y="473136"/>
                              </a:cxn>
                            </a:cxnLst>
                            <a:rect l="0" t="0" r="0" b="0"/>
                            <a:pathLst>
                              <a:path w="200" h="312">
                                <a:moveTo>
                                  <a:pt x="163" y="59"/>
                                </a:moveTo>
                                <a:cubicBezTo>
                                  <a:pt x="145" y="59"/>
                                  <a:pt x="145" y="59"/>
                                  <a:pt x="145" y="59"/>
                                </a:cubicBezTo>
                                <a:cubicBezTo>
                                  <a:pt x="138" y="25"/>
                                  <a:pt x="108" y="0"/>
                                  <a:pt x="73" y="0"/>
                                </a:cubicBezTo>
                                <a:cubicBezTo>
                                  <a:pt x="32" y="0"/>
                                  <a:pt x="0" y="32"/>
                                  <a:pt x="0" y="73"/>
                                </a:cubicBezTo>
                                <a:cubicBezTo>
                                  <a:pt x="0" y="106"/>
                                  <a:pt x="22" y="135"/>
                                  <a:pt x="53" y="143"/>
                                </a:cubicBezTo>
                                <a:cubicBezTo>
                                  <a:pt x="28" y="300"/>
                                  <a:pt x="28" y="300"/>
                                  <a:pt x="28" y="300"/>
                                </a:cubicBezTo>
                                <a:cubicBezTo>
                                  <a:pt x="28" y="300"/>
                                  <a:pt x="28" y="300"/>
                                  <a:pt x="28" y="300"/>
                                </a:cubicBezTo>
                                <a:cubicBezTo>
                                  <a:pt x="28" y="301"/>
                                  <a:pt x="28" y="301"/>
                                  <a:pt x="28" y="301"/>
                                </a:cubicBezTo>
                                <a:cubicBezTo>
                                  <a:pt x="28" y="301"/>
                                  <a:pt x="28" y="301"/>
                                  <a:pt x="28" y="301"/>
                                </a:cubicBezTo>
                                <a:cubicBezTo>
                                  <a:pt x="28" y="301"/>
                                  <a:pt x="28" y="302"/>
                                  <a:pt x="28" y="302"/>
                                </a:cubicBezTo>
                                <a:cubicBezTo>
                                  <a:pt x="28" y="308"/>
                                  <a:pt x="32" y="312"/>
                                  <a:pt x="38" y="312"/>
                                </a:cubicBezTo>
                                <a:cubicBezTo>
                                  <a:pt x="42" y="312"/>
                                  <a:pt x="46" y="309"/>
                                  <a:pt x="47" y="304"/>
                                </a:cubicBezTo>
                                <a:cubicBezTo>
                                  <a:pt x="47" y="304"/>
                                  <a:pt x="47" y="304"/>
                                  <a:pt x="47" y="304"/>
                                </a:cubicBezTo>
                                <a:cubicBezTo>
                                  <a:pt x="73" y="146"/>
                                  <a:pt x="73" y="146"/>
                                  <a:pt x="73" y="146"/>
                                </a:cubicBezTo>
                                <a:cubicBezTo>
                                  <a:pt x="73" y="146"/>
                                  <a:pt x="73" y="146"/>
                                  <a:pt x="73" y="146"/>
                                </a:cubicBezTo>
                                <a:cubicBezTo>
                                  <a:pt x="111" y="146"/>
                                  <a:pt x="142" y="116"/>
                                  <a:pt x="146" y="79"/>
                                </a:cubicBezTo>
                                <a:cubicBezTo>
                                  <a:pt x="163" y="79"/>
                                  <a:pt x="163" y="79"/>
                                  <a:pt x="163" y="79"/>
                                </a:cubicBezTo>
                                <a:cubicBezTo>
                                  <a:pt x="173" y="79"/>
                                  <a:pt x="181" y="82"/>
                                  <a:pt x="181" y="94"/>
                                </a:cubicBezTo>
                                <a:cubicBezTo>
                                  <a:pt x="181" y="277"/>
                                  <a:pt x="181" y="277"/>
                                  <a:pt x="181" y="277"/>
                                </a:cubicBezTo>
                                <a:cubicBezTo>
                                  <a:pt x="181" y="289"/>
                                  <a:pt x="173" y="293"/>
                                  <a:pt x="163" y="293"/>
                                </a:cubicBezTo>
                                <a:cubicBezTo>
                                  <a:pt x="113" y="293"/>
                                  <a:pt x="113" y="293"/>
                                  <a:pt x="113" y="293"/>
                                </a:cubicBezTo>
                                <a:cubicBezTo>
                                  <a:pt x="113" y="293"/>
                                  <a:pt x="112" y="293"/>
                                  <a:pt x="112" y="293"/>
                                </a:cubicBezTo>
                                <a:cubicBezTo>
                                  <a:pt x="107" y="293"/>
                                  <a:pt x="103" y="297"/>
                                  <a:pt x="103" y="302"/>
                                </a:cubicBezTo>
                                <a:cubicBezTo>
                                  <a:pt x="103" y="308"/>
                                  <a:pt x="107" y="312"/>
                                  <a:pt x="112" y="312"/>
                                </a:cubicBezTo>
                                <a:cubicBezTo>
                                  <a:pt x="112" y="312"/>
                                  <a:pt x="112" y="312"/>
                                  <a:pt x="112" y="312"/>
                                </a:cubicBezTo>
                                <a:cubicBezTo>
                                  <a:pt x="163" y="312"/>
                                  <a:pt x="163" y="312"/>
                                  <a:pt x="163" y="312"/>
                                </a:cubicBezTo>
                                <a:cubicBezTo>
                                  <a:pt x="183" y="312"/>
                                  <a:pt x="200" y="305"/>
                                  <a:pt x="200" y="277"/>
                                </a:cubicBezTo>
                                <a:cubicBezTo>
                                  <a:pt x="200" y="94"/>
                                  <a:pt x="200" y="94"/>
                                  <a:pt x="200" y="94"/>
                                </a:cubicBezTo>
                                <a:cubicBezTo>
                                  <a:pt x="200" y="67"/>
                                  <a:pt x="183" y="59"/>
                                  <a:pt x="163" y="59"/>
                                </a:cubicBezTo>
                                <a:close/>
                                <a:moveTo>
                                  <a:pt x="73" y="126"/>
                                </a:moveTo>
                                <a:cubicBezTo>
                                  <a:pt x="43" y="126"/>
                                  <a:pt x="19" y="102"/>
                                  <a:pt x="19" y="73"/>
                                </a:cubicBezTo>
                                <a:cubicBezTo>
                                  <a:pt x="19" y="43"/>
                                  <a:pt x="43" y="19"/>
                                  <a:pt x="73" y="19"/>
                                </a:cubicBezTo>
                                <a:cubicBezTo>
                                  <a:pt x="102" y="19"/>
                                  <a:pt x="126" y="43"/>
                                  <a:pt x="126" y="73"/>
                                </a:cubicBezTo>
                                <a:cubicBezTo>
                                  <a:pt x="126" y="102"/>
                                  <a:pt x="102" y="126"/>
                                  <a:pt x="73" y="12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77" name="Freeform 159"/>
                        <wps:cNvSpPr/>
                        <wps:spPr>
                          <a:xfrm>
                            <a:off x="12697" y="7456"/>
                            <a:ext cx="264" cy="26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57467" y="0"/>
                              </a:cxn>
                              <a:cxn ang="0">
                                <a:pos x="0" y="156964"/>
                              </a:cxn>
                              <a:cxn ang="0">
                                <a:pos x="22495" y="179387"/>
                              </a:cxn>
                              <a:cxn ang="0">
                                <a:pos x="44991" y="156964"/>
                              </a:cxn>
                              <a:cxn ang="0">
                                <a:pos x="157467" y="44847"/>
                              </a:cxn>
                              <a:cxn ang="0">
                                <a:pos x="176213" y="22423"/>
                              </a:cxn>
                              <a:cxn ang="0">
                                <a:pos x="157467" y="0"/>
                              </a:cxn>
                            </a:cxnLst>
                            <a:rect l="0" t="0" r="0" b="0"/>
                            <a:pathLst>
                              <a:path w="47" h="48">
                                <a:moveTo>
                                  <a:pt x="42" y="0"/>
                                </a:moveTo>
                                <a:cubicBezTo>
                                  <a:pt x="19" y="0"/>
                                  <a:pt x="0" y="19"/>
                                  <a:pt x="0" y="42"/>
                                </a:cubicBezTo>
                                <a:cubicBezTo>
                                  <a:pt x="0" y="45"/>
                                  <a:pt x="3" y="48"/>
                                  <a:pt x="6" y="48"/>
                                </a:cubicBezTo>
                                <a:cubicBezTo>
                                  <a:pt x="9" y="48"/>
                                  <a:pt x="12" y="45"/>
                                  <a:pt x="12" y="42"/>
                                </a:cubicBezTo>
                                <a:cubicBezTo>
                                  <a:pt x="12" y="25"/>
                                  <a:pt x="25" y="12"/>
                                  <a:pt x="42" y="12"/>
                                </a:cubicBezTo>
                                <a:cubicBezTo>
                                  <a:pt x="45" y="12"/>
                                  <a:pt x="47" y="9"/>
                                  <a:pt x="47" y="6"/>
                                </a:cubicBezTo>
                                <a:cubicBezTo>
                                  <a:pt x="47" y="3"/>
                                  <a:pt x="45" y="0"/>
                                  <a:pt x="42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78" name="Freeform 160"/>
                        <wps:cNvSpPr/>
                        <wps:spPr>
                          <a:xfrm>
                            <a:off x="12973" y="7741"/>
                            <a:ext cx="179" cy="16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74414" y="15028"/>
                              </a:cxn>
                              <a:cxn ang="0">
                                <a:pos x="18604" y="71384"/>
                              </a:cxn>
                              <a:cxn ang="0">
                                <a:pos x="7441" y="97684"/>
                              </a:cxn>
                              <a:cxn ang="0">
                                <a:pos x="26045" y="112712"/>
                              </a:cxn>
                              <a:cxn ang="0">
                                <a:pos x="33486" y="108955"/>
                              </a:cxn>
                              <a:cxn ang="0">
                                <a:pos x="111622" y="33814"/>
                              </a:cxn>
                              <a:cxn ang="0">
                                <a:pos x="104180" y="3757"/>
                              </a:cxn>
                              <a:cxn ang="0">
                                <a:pos x="74414" y="15028"/>
                              </a:cxn>
                            </a:cxnLst>
                            <a:rect l="0" t="0" r="0" b="0"/>
                            <a:pathLst>
                              <a:path w="32" h="30">
                                <a:moveTo>
                                  <a:pt x="20" y="4"/>
                                </a:moveTo>
                                <a:cubicBezTo>
                                  <a:pt x="17" y="10"/>
                                  <a:pt x="11" y="16"/>
                                  <a:pt x="5" y="19"/>
                                </a:cubicBezTo>
                                <a:cubicBezTo>
                                  <a:pt x="2" y="20"/>
                                  <a:pt x="0" y="23"/>
                                  <a:pt x="2" y="26"/>
                                </a:cubicBezTo>
                                <a:cubicBezTo>
                                  <a:pt x="3" y="28"/>
                                  <a:pt x="5" y="30"/>
                                  <a:pt x="7" y="30"/>
                                </a:cubicBezTo>
                                <a:cubicBezTo>
                                  <a:pt x="8" y="30"/>
                                  <a:pt x="8" y="29"/>
                                  <a:pt x="9" y="29"/>
                                </a:cubicBezTo>
                                <a:cubicBezTo>
                                  <a:pt x="18" y="25"/>
                                  <a:pt x="26" y="18"/>
                                  <a:pt x="30" y="9"/>
                                </a:cubicBezTo>
                                <a:cubicBezTo>
                                  <a:pt x="32" y="6"/>
                                  <a:pt x="30" y="3"/>
                                  <a:pt x="28" y="1"/>
                                </a:cubicBezTo>
                                <a:cubicBezTo>
                                  <a:pt x="25" y="0"/>
                                  <a:pt x="21" y="1"/>
                                  <a:pt x="20" y="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style="position:absolute;left:0pt;margin-left:177.65pt;margin-top:168.3pt;height:78.9pt;width:60pt;z-index:251742208;mso-width-relative:page;mso-height-relative:page;" coordorigin="12226,7061" coordsize="1504,1973" o:gfxdata="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">
                <o:lock v:ext="edit" aspectratio="f"/>
                <v:shape id="Freeform 157" o:spid="_x0000_s1026" o:spt="100" style="position:absolute;left:12226;top:7061;height:1973;width:1505;" filled="t" stroked="f" coordsize="268,351" o:gfxdata="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2BXIa8AAAA&#10;2wAAAA8AAAAAAAAAAQAgAAAAIgAAAGRycy9kb3ducmV2LnhtbFBLAQIUABQAAAAIAIdO4kAzLwWe&#10;OwAAADkAAAAQAAAAAAAAAAEAIAAAAAsBAABkcnMvc2hhcGV4bWwueG1sUEsFBgAAAAAGAAYAWwEA&#10;ALUDAAAAAA==&#10;" path="m259,0c51,0,51,0,51,0c31,0,16,7,14,34c0,341,0,341,0,341c0,341,0,341,0,341c0,341,0,341,0,341c0,347,4,351,9,351c15,351,19,347,19,341c19,341,19,341,19,341c34,35,34,35,34,35c35,23,42,19,51,19c259,19,259,19,259,19c259,19,259,19,259,19c264,19,268,15,268,9c268,4,264,0,259,0xe">
                  <v:path o:connectlocs="971142,0;191229,0;52494,127633;0,1280086;0,1280086;0,1280086;33746,1317625;71242,1280086;71242,1280086;127486,131387;191229,71324;971142,71324;971142,71324;1004888,33785;971142,0" o:connectangles="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58" o:spid="_x0000_s1026" o:spt="100" style="position:absolute;left:12524;top:7280;height:1754;width:1122;" filled="t" stroked="f" coordsize="200,312" o:gfxdata="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4vN+rsAAADb&#10;AAAADwAAAAAAAAABACAAAAAiAAAAZHJzL2Rvd25yZXYueG1sUEsBAhQAFAAAAAgAh07iQDMvBZ47&#10;AAAAOQAAABAAAAAAAAAAAQAgAAAACgEAAGRycy9zaGFwZXhtbC54bWxQSwUGAAAAAAYABgBbAQAA&#10;tAMAAAAA&#10;" path="m163,59c145,59,145,59,145,59c138,25,108,0,73,0c32,0,0,32,0,73c0,106,22,135,53,143c28,300,28,300,28,300c28,300,28,300,28,300c28,301,28,301,28,301c28,301,28,301,28,301c28,301,28,302,28,302c28,308,32,312,38,312c42,312,46,309,47,304c47,304,47,304,47,304c73,146,73,146,73,146c73,146,73,146,73,146c111,146,142,116,146,79c163,79,163,79,163,79c173,79,181,82,181,94c181,277,181,277,181,277c181,289,173,293,163,293c113,293,113,293,113,293c113,293,112,293,112,293c107,293,103,297,103,302c103,308,107,312,112,312c112,312,112,312,112,312c163,312,163,312,163,312c183,312,200,305,200,277c200,94,200,94,200,94c200,67,183,59,163,59xm73,126c43,126,19,102,19,73c19,43,43,19,73,19c102,19,126,43,126,73c126,102,102,126,73,126xe">
                  <v:path o:connectlocs="610680,221548;543243,221548;273495,0;0,274119;198565,536972;104902,1126514;104902,1126514;104902,1130269;104902,1130269;104902,1134025;142367,1171575;176086,1141535;176086,1141535;273495,548237;273495,548237;546989,296649;610680,296649;678117,352975;678117,1040148;610680,1100229;423355,1100229;419608,1100229;385890,1134025;419608,1171575;419608,1171575;610680,1171575;749300,1040148;749300,352975;610680,221548;273495,473136;71184,274119;273495,71346;472059,274119;273495,473136" o:connectangles="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59" o:spid="_x0000_s1026" o:spt="100" style="position:absolute;left:12697;top:7456;height:268;width:264;" filled="t" stroked="f" coordsize="47,48" o:gfxdata="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5JiMvQAA&#10;ANsAAAAPAAAAAAAAAAEAIAAAACIAAABkcnMvZG93bnJldi54bWxQSwECFAAUAAAACACHTuJAMy8F&#10;njsAAAA5AAAAEAAAAAAAAAABACAAAAAMAQAAZHJzL3NoYXBleG1sLnhtbFBLBQYAAAAABgAGAFsB&#10;AAC2AwAAAAA=&#10;" path="m42,0c19,0,0,19,0,42c0,45,3,48,6,48c9,48,12,45,12,42c12,25,25,12,42,12c45,12,47,9,47,6c47,3,45,0,42,0xe">
                  <v:path o:connectlocs="157467,0;0,156964;22495,179387;44991,156964;157467,44847;176213,22423;157467,0" o:connectangles="0,0,0,0,0,0,0"/>
                  <v:fill on="t" focussize="0,0"/>
                  <v:stroke on="f"/>
                  <v:imagedata o:title=""/>
                  <o:lock v:ext="edit" aspectratio="f"/>
                </v:shape>
                <v:shape id="Freeform 160" o:spid="_x0000_s1026" o:spt="100" style="position:absolute;left:12973;top:7741;height:168;width:179;" filled="t" stroked="f" coordsize="32,30" o:gfxdata="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qtXeytwAAANsAAAAP&#10;AAAAAAAAAAEAIAAAACIAAABkcnMvZG93bnJldi54bWxQSwECFAAUAAAACACHTuJAMy8FnjsAAAA5&#10;AAAAEAAAAAAAAAABACAAAAAGAQAAZHJzL3NoYXBleG1sLnhtbFBLBQYAAAAABgAGAFsBAACwAwAA&#10;AAA=&#10;" path="m20,4c17,10,11,16,5,19c2,20,0,23,2,26c3,28,5,30,7,30c8,30,8,29,9,29c18,25,26,18,30,9c32,6,30,3,28,1c25,0,21,1,20,4xe">
                  <v:path o:connectlocs="74414,15028;18604,71384;7441,97684;26045,112712;33486,108955;111622,33814;104180,3757;74414,15028" o:connectangles="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1717040</wp:posOffset>
                </wp:positionH>
                <wp:positionV relativeFrom="paragraph">
                  <wp:posOffset>1842135</wp:posOffset>
                </wp:positionV>
                <wp:extent cx="1840230" cy="261620"/>
                <wp:effectExtent l="0" t="0" r="0" b="0"/>
                <wp:wrapNone/>
                <wp:docPr id="91" name="文本框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0230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asciiTheme="majorHAnsi"/>
                                <w:color w:val="7DB27D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 w:asciiTheme="majorHAnsi"/>
                                <w:color w:val="7DB27D"/>
                                <w:sz w:val="20"/>
                                <w:szCs w:val="22"/>
                              </w:rPr>
                              <w:t>PERSONAL 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2pt;margin-top:145.05pt;height:20.6pt;width:144.9pt;z-index:251660288;v-text-anchor:middle;mso-width-relative:page;mso-height-relative:page;" filled="f" stroked="f" coordsize="21600,21600" o:gfxdata="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h2Mlf2gAAAAsB&#10;AAAPAAAAAAAAAAEAIAAAACIAAABkcnMvZG93bnJldi54bWxQSwECFAAUAAAACACHTuJAOfwqOhkC&#10;AAAUBAAADgAAAAAAAAABACAAAAAp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 inset="2mm,0mm,2mm,0mm">
                  <w:txbxContent>
                    <w:p>
                      <w:pPr>
                        <w:jc w:val="distribute"/>
                        <w:rPr>
                          <w:rFonts w:asciiTheme="majorHAnsi"/>
                          <w:color w:val="7DB27D"/>
                          <w:sz w:val="20"/>
                          <w:szCs w:val="22"/>
                        </w:rPr>
                      </w:pPr>
                      <w:r>
                        <w:rPr>
                          <w:rFonts w:hint="eastAsia" w:asciiTheme="majorHAnsi"/>
                          <w:color w:val="7DB27D"/>
                          <w:sz w:val="20"/>
                          <w:szCs w:val="22"/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-1142365</wp:posOffset>
            </wp:positionH>
            <wp:positionV relativeFrom="paragraph">
              <wp:posOffset>-914400</wp:posOffset>
            </wp:positionV>
            <wp:extent cx="7559040" cy="10692130"/>
            <wp:effectExtent l="0" t="0" r="3810" b="13970"/>
            <wp:wrapNone/>
            <wp:docPr id="1" name="图片 1" descr="小清新绿叶简历封面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小清新绿叶简历封面-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CD7BC0"/>
    <w:rsid w:val="003A262B"/>
    <w:rsid w:val="00E90A87"/>
    <w:rsid w:val="08CD7BC0"/>
    <w:rsid w:val="16115692"/>
    <w:rsid w:val="20103A8C"/>
    <w:rsid w:val="26AB4BE1"/>
    <w:rsid w:val="3A9906B2"/>
    <w:rsid w:val="44B77D0C"/>
    <w:rsid w:val="56D81CD0"/>
    <w:rsid w:val="5ABE7B69"/>
    <w:rsid w:val="7EA4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&#40664;&#35748;\&#23567;&#28165;&#26032;&#32511;&#21494;&#31616;&#21382;&#23553;&#38754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小清新绿叶简历封面</Template>
  <Pages>1</Pages>
  <Words>1</Words>
  <Characters>9</Characters>
  <Lines>1</Lines>
  <Paragraphs>1</Paragraphs>
  <TotalTime>0</TotalTime>
  <ScaleCrop>false</ScaleCrop>
  <LinksUpToDate>false</LinksUpToDate>
  <CharactersWithSpaces>9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2017-05-08T17:39:00Z</dcterms:created>
  <dc:creator>Administrator</dc:creator>
  <cp:lastModifiedBy>WPS_1528193819</cp:lastModifiedBy>
  <dcterms:modified xsi:type="dcterms:W3CDTF">2018-07-26T05:54:19Z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